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50F54" w14:textId="77777777" w:rsidR="00F726F7" w:rsidRPr="00FD5835" w:rsidRDefault="00F726F7">
      <w:pPr>
        <w:rPr>
          <w:lang w:val="fr-FR"/>
        </w:rPr>
      </w:pPr>
    </w:p>
    <w:tbl>
      <w:tblPr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6210"/>
      </w:tblGrid>
      <w:tr w:rsidR="00F726F7" w:rsidRPr="00FD5835" w14:paraId="687F258E" w14:textId="77777777" w:rsidTr="0095682A">
        <w:tc>
          <w:tcPr>
            <w:tcW w:w="10638" w:type="dxa"/>
            <w:gridSpan w:val="2"/>
            <w:shd w:val="pct25" w:color="auto" w:fill="F3F3F3"/>
          </w:tcPr>
          <w:p w14:paraId="22057ADB" w14:textId="77777777" w:rsidR="0095682A" w:rsidRPr="00FD5835" w:rsidRDefault="0095682A" w:rsidP="0095413F">
            <w:pPr>
              <w:jc w:val="center"/>
              <w:rPr>
                <w:b/>
                <w:sz w:val="22"/>
                <w:lang w:val="fr-FR"/>
              </w:rPr>
            </w:pPr>
          </w:p>
          <w:p w14:paraId="0799D7F8" w14:textId="00C912F8" w:rsidR="00F726F7" w:rsidRPr="00FD5835" w:rsidRDefault="000427B9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>Français</w:t>
            </w:r>
            <w:r w:rsidR="00FD5835" w:rsidRPr="00FD5835">
              <w:rPr>
                <w:b/>
                <w:sz w:val="22"/>
                <w:lang w:val="fr-FR"/>
              </w:rPr>
              <w:t xml:space="preserve"> III</w:t>
            </w:r>
            <w:proofErr w:type="gramStart"/>
            <w:r w:rsidR="003177E6" w:rsidRPr="00FD5835">
              <w:rPr>
                <w:b/>
                <w:sz w:val="22"/>
                <w:lang w:val="fr-FR"/>
              </w:rPr>
              <w:t xml:space="preserve">:  </w:t>
            </w:r>
            <w:proofErr w:type="spellStart"/>
            <w:r w:rsidR="00F726F7" w:rsidRPr="00FD5835">
              <w:rPr>
                <w:b/>
                <w:sz w:val="22"/>
                <w:lang w:val="fr-FR"/>
              </w:rPr>
              <w:t>Integrated</w:t>
            </w:r>
            <w:proofErr w:type="spellEnd"/>
            <w:proofErr w:type="gramEnd"/>
            <w:r w:rsidR="00F726F7" w:rsidRPr="00FD5835">
              <w:rPr>
                <w:b/>
                <w:sz w:val="22"/>
                <w:lang w:val="fr-FR"/>
              </w:rPr>
              <w:t xml:space="preserve"> Performance </w:t>
            </w:r>
            <w:proofErr w:type="spellStart"/>
            <w:r w:rsidR="00F726F7" w:rsidRPr="00FD5835">
              <w:rPr>
                <w:b/>
                <w:sz w:val="22"/>
                <w:lang w:val="fr-FR"/>
              </w:rPr>
              <w:t>Assessment</w:t>
            </w:r>
            <w:proofErr w:type="spellEnd"/>
          </w:p>
          <w:p w14:paraId="33FEFF64" w14:textId="5EEF97F7" w:rsidR="00F726F7" w:rsidRPr="00FD5835" w:rsidRDefault="004A5051" w:rsidP="000427B9">
            <w:pPr>
              <w:jc w:val="center"/>
              <w:rPr>
                <w:b/>
                <w:i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>U</w:t>
            </w:r>
            <w:r w:rsidR="006E7BC7" w:rsidRPr="00FD5835">
              <w:rPr>
                <w:b/>
                <w:sz w:val="22"/>
                <w:lang w:val="fr-FR"/>
              </w:rPr>
              <w:t xml:space="preserve">nité </w:t>
            </w:r>
            <w:r w:rsidR="00FD5835" w:rsidRPr="00FD5835">
              <w:rPr>
                <w:b/>
                <w:sz w:val="22"/>
                <w:lang w:val="fr-FR"/>
              </w:rPr>
              <w:t>4</w:t>
            </w:r>
            <w:r w:rsidR="0095682A" w:rsidRPr="00FD5835">
              <w:rPr>
                <w:b/>
                <w:i/>
                <w:sz w:val="22"/>
                <w:lang w:val="fr-FR"/>
              </w:rPr>
              <w:t xml:space="preserve">: </w:t>
            </w:r>
            <w:r w:rsidR="006E7BC7" w:rsidRPr="00FD5835">
              <w:rPr>
                <w:b/>
                <w:i/>
                <w:sz w:val="22"/>
                <w:lang w:val="fr-FR"/>
              </w:rPr>
              <w:t>La technologie et vous</w:t>
            </w:r>
          </w:p>
          <w:p w14:paraId="76875237" w14:textId="1F5F718A" w:rsidR="0095682A" w:rsidRPr="00FD5835" w:rsidRDefault="0095682A" w:rsidP="000427B9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 xml:space="preserve">AP </w:t>
            </w:r>
            <w:proofErr w:type="spellStart"/>
            <w:r w:rsidRPr="00FD5835">
              <w:rPr>
                <w:b/>
                <w:sz w:val="22"/>
                <w:lang w:val="fr-FR"/>
              </w:rPr>
              <w:t>Theme</w:t>
            </w:r>
            <w:proofErr w:type="spellEnd"/>
            <w:r w:rsidRPr="00FD5835">
              <w:rPr>
                <w:b/>
                <w:sz w:val="22"/>
                <w:lang w:val="fr-FR"/>
              </w:rPr>
              <w:t xml:space="preserve"> : La </w:t>
            </w:r>
            <w:r w:rsidR="006E7BC7" w:rsidRPr="00FD5835">
              <w:rPr>
                <w:b/>
                <w:sz w:val="22"/>
                <w:lang w:val="fr-FR"/>
              </w:rPr>
              <w:t>science et la technologie</w:t>
            </w:r>
          </w:p>
          <w:p w14:paraId="58985EF1" w14:textId="53E98B78" w:rsidR="001F3721" w:rsidRPr="00FD5835" w:rsidRDefault="001F3721" w:rsidP="000427B9">
            <w:pPr>
              <w:jc w:val="center"/>
              <w:rPr>
                <w:b/>
                <w:i/>
                <w:sz w:val="22"/>
                <w:lang w:val="fr-FR"/>
              </w:rPr>
            </w:pPr>
          </w:p>
        </w:tc>
      </w:tr>
      <w:tr w:rsidR="0095682A" w:rsidRPr="00FD5835" w14:paraId="294B8C7D" w14:textId="77777777" w:rsidTr="0095682A">
        <w:tc>
          <w:tcPr>
            <w:tcW w:w="10638" w:type="dxa"/>
            <w:gridSpan w:val="2"/>
            <w:shd w:val="pct25" w:color="auto" w:fill="F3F3F3"/>
          </w:tcPr>
          <w:p w14:paraId="52596EC7" w14:textId="77777777" w:rsidR="0095682A" w:rsidRPr="00FD5835" w:rsidRDefault="0095682A" w:rsidP="0095413F">
            <w:pPr>
              <w:jc w:val="center"/>
              <w:rPr>
                <w:b/>
                <w:sz w:val="22"/>
                <w:lang w:val="fr-FR"/>
              </w:rPr>
            </w:pPr>
          </w:p>
          <w:p w14:paraId="4BFB9A30" w14:textId="04AE1B1A" w:rsidR="0095682A" w:rsidRPr="00FD5835" w:rsidRDefault="0095682A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noProof/>
                <w:sz w:val="22"/>
                <w:lang w:val="fr-FR"/>
              </w:rPr>
              <w:drawing>
                <wp:inline distT="0" distB="0" distL="0" distR="0" wp14:anchorId="5B265266" wp14:editId="0998806C">
                  <wp:extent cx="5935187" cy="914282"/>
                  <wp:effectExtent l="0" t="0" r="8890" b="635"/>
                  <wp:docPr id="1" name="Picture 1" descr="Macintosh HD:Users:svanausdal:Desktop:Screen Shot 2013-10-05 at 4.54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svanausdal:Desktop:Screen Shot 2013-10-05 at 4.54.4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5980" cy="914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93CDD1" w14:textId="77777777" w:rsidR="0095682A" w:rsidRPr="00FD5835" w:rsidRDefault="0095682A" w:rsidP="0095682A">
            <w:pPr>
              <w:rPr>
                <w:b/>
                <w:sz w:val="22"/>
                <w:lang w:val="fr-FR"/>
              </w:rPr>
            </w:pPr>
          </w:p>
        </w:tc>
      </w:tr>
      <w:tr w:rsidR="00F726F7" w:rsidRPr="00FD5835" w14:paraId="008914CF" w14:textId="77777777" w:rsidTr="0095413F">
        <w:tc>
          <w:tcPr>
            <w:tcW w:w="4428" w:type="dxa"/>
            <w:shd w:val="clear" w:color="auto" w:fill="auto"/>
          </w:tcPr>
          <w:p w14:paraId="70D0A8E7" w14:textId="77777777" w:rsidR="00F726F7" w:rsidRPr="00FD5835" w:rsidRDefault="00F726F7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>Essential Questions</w:t>
            </w:r>
          </w:p>
        </w:tc>
        <w:tc>
          <w:tcPr>
            <w:tcW w:w="6210" w:type="dxa"/>
            <w:shd w:val="clear" w:color="auto" w:fill="auto"/>
          </w:tcPr>
          <w:p w14:paraId="0FEC8A7A" w14:textId="77777777" w:rsidR="00F726F7" w:rsidRPr="00FD5835" w:rsidRDefault="00F726F7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 xml:space="preserve">Essential </w:t>
            </w:r>
            <w:proofErr w:type="spellStart"/>
            <w:r w:rsidRPr="00FD5835">
              <w:rPr>
                <w:b/>
                <w:sz w:val="22"/>
                <w:lang w:val="fr-FR"/>
              </w:rPr>
              <w:t>Understandings</w:t>
            </w:r>
            <w:proofErr w:type="spellEnd"/>
          </w:p>
        </w:tc>
      </w:tr>
      <w:tr w:rsidR="00F726F7" w:rsidRPr="00FD5835" w14:paraId="34FF7995" w14:textId="77777777" w:rsidTr="0095413F">
        <w:tc>
          <w:tcPr>
            <w:tcW w:w="4428" w:type="dxa"/>
            <w:shd w:val="clear" w:color="auto" w:fill="auto"/>
          </w:tcPr>
          <w:p w14:paraId="476227FD" w14:textId="7C4068AF" w:rsidR="00F726F7" w:rsidRPr="00FD5835" w:rsidRDefault="004B4E5D" w:rsidP="004B4E5D">
            <w:pPr>
              <w:jc w:val="both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Quelle place la technologie a-t-elle dans notre société ?</w:t>
            </w:r>
          </w:p>
          <w:p w14:paraId="28A5BC2B" w14:textId="77777777" w:rsidR="004B4E5D" w:rsidRPr="00FD5835" w:rsidRDefault="004B4E5D" w:rsidP="004B4E5D">
            <w:pPr>
              <w:jc w:val="both"/>
              <w:rPr>
                <w:sz w:val="22"/>
                <w:lang w:val="fr-FR"/>
              </w:rPr>
            </w:pPr>
          </w:p>
          <w:p w14:paraId="702EF1EF" w14:textId="3C39ED24" w:rsidR="00FD5835" w:rsidRPr="00FD5835" w:rsidRDefault="00FD5835" w:rsidP="004B4E5D">
            <w:pPr>
              <w:jc w:val="both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Comment change-t-elle notre société et les pays en voie de développement ?</w:t>
            </w:r>
          </w:p>
          <w:p w14:paraId="6116FE1D" w14:textId="7EB13AEF" w:rsidR="00FD5835" w:rsidRPr="00FD5835" w:rsidRDefault="00FD5835" w:rsidP="004B4E5D">
            <w:pPr>
              <w:jc w:val="both"/>
              <w:rPr>
                <w:sz w:val="22"/>
                <w:lang w:val="fr-FR"/>
              </w:rPr>
            </w:pPr>
          </w:p>
        </w:tc>
        <w:tc>
          <w:tcPr>
            <w:tcW w:w="6210" w:type="dxa"/>
            <w:shd w:val="clear" w:color="auto" w:fill="auto"/>
          </w:tcPr>
          <w:p w14:paraId="5E2E1FEF" w14:textId="154B47CF" w:rsidR="003F4AF3" w:rsidRPr="00FD5835" w:rsidRDefault="004B4E5D" w:rsidP="00195AA2">
            <w:pPr>
              <w:jc w:val="both"/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Technology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plays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r w:rsidR="00FD5835">
              <w:rPr>
                <w:sz w:val="22"/>
                <w:lang w:val="fr-FR"/>
              </w:rPr>
              <w:t xml:space="preserve">an </w:t>
            </w:r>
            <w:r w:rsidRPr="00FD5835">
              <w:rPr>
                <w:sz w:val="22"/>
                <w:lang w:val="fr-FR"/>
              </w:rPr>
              <w:t xml:space="preserve">essential </w:t>
            </w:r>
            <w:proofErr w:type="spellStart"/>
            <w:r w:rsidRPr="00FD5835">
              <w:rPr>
                <w:sz w:val="22"/>
                <w:lang w:val="fr-FR"/>
              </w:rPr>
              <w:t>role</w:t>
            </w:r>
            <w:proofErr w:type="spellEnd"/>
            <w:r w:rsidRPr="00FD5835">
              <w:rPr>
                <w:sz w:val="22"/>
                <w:lang w:val="fr-FR"/>
              </w:rPr>
              <w:t xml:space="preserve"> in </w:t>
            </w:r>
            <w:proofErr w:type="spellStart"/>
            <w:r w:rsidRPr="00FD5835">
              <w:rPr>
                <w:sz w:val="22"/>
                <w:lang w:val="fr-FR"/>
              </w:rPr>
              <w:t>our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personal</w:t>
            </w:r>
            <w:proofErr w:type="spellEnd"/>
            <w:r w:rsidRPr="00FD5835">
              <w:rPr>
                <w:sz w:val="22"/>
                <w:lang w:val="fr-FR"/>
              </w:rPr>
              <w:t xml:space="preserve"> and </w:t>
            </w:r>
            <w:proofErr w:type="spellStart"/>
            <w:r w:rsidRPr="00FD5835">
              <w:rPr>
                <w:sz w:val="22"/>
                <w:lang w:val="fr-FR"/>
              </w:rPr>
              <w:t>professional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lives</w:t>
            </w:r>
            <w:proofErr w:type="spellEnd"/>
            <w:r w:rsidRPr="00FD5835">
              <w:rPr>
                <w:sz w:val="22"/>
                <w:lang w:val="fr-FR"/>
              </w:rPr>
              <w:t>.</w:t>
            </w:r>
          </w:p>
          <w:p w14:paraId="2A8BFFF3" w14:textId="77777777" w:rsidR="004B4E5D" w:rsidRPr="00FD5835" w:rsidRDefault="004B4E5D" w:rsidP="00195AA2">
            <w:pPr>
              <w:jc w:val="both"/>
              <w:rPr>
                <w:sz w:val="22"/>
                <w:lang w:val="fr-FR"/>
              </w:rPr>
            </w:pPr>
          </w:p>
          <w:p w14:paraId="7F36A766" w14:textId="77777777" w:rsidR="004B4E5D" w:rsidRPr="00FD5835" w:rsidRDefault="004B4E5D" w:rsidP="00195AA2">
            <w:pPr>
              <w:jc w:val="both"/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Technology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should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be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used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responsibly</w:t>
            </w:r>
            <w:proofErr w:type="spellEnd"/>
            <w:r w:rsidRPr="00FD5835">
              <w:rPr>
                <w:sz w:val="22"/>
                <w:lang w:val="fr-FR"/>
              </w:rPr>
              <w:t xml:space="preserve"> and </w:t>
            </w:r>
            <w:proofErr w:type="spellStart"/>
            <w:r w:rsidRPr="00FD5835">
              <w:rPr>
                <w:sz w:val="22"/>
                <w:lang w:val="fr-FR"/>
              </w:rPr>
              <w:t>ethically</w:t>
            </w:r>
            <w:proofErr w:type="spellEnd"/>
            <w:r w:rsidRPr="00FD5835">
              <w:rPr>
                <w:sz w:val="22"/>
                <w:lang w:val="fr-FR"/>
              </w:rPr>
              <w:t>.</w:t>
            </w:r>
          </w:p>
          <w:p w14:paraId="744958AE" w14:textId="77777777" w:rsidR="004B4E5D" w:rsidRDefault="004B4E5D" w:rsidP="00195AA2">
            <w:pPr>
              <w:jc w:val="both"/>
              <w:rPr>
                <w:sz w:val="22"/>
                <w:lang w:val="fr-FR"/>
              </w:rPr>
            </w:pPr>
          </w:p>
          <w:p w14:paraId="3CDC1036" w14:textId="77777777" w:rsidR="00FD5835" w:rsidRDefault="00FD5835" w:rsidP="00195AA2">
            <w:pPr>
              <w:jc w:val="both"/>
              <w:rPr>
                <w:sz w:val="22"/>
                <w:lang w:val="fr-FR"/>
              </w:rPr>
            </w:pPr>
            <w:proofErr w:type="spellStart"/>
            <w:r>
              <w:rPr>
                <w:sz w:val="22"/>
                <w:lang w:val="fr-FR"/>
              </w:rPr>
              <w:t>Technology</w:t>
            </w:r>
            <w:proofErr w:type="spellEnd"/>
            <w:r>
              <w:rPr>
                <w:sz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lang w:val="fr-FR"/>
              </w:rPr>
              <w:t>enhances</w:t>
            </w:r>
            <w:proofErr w:type="spellEnd"/>
            <w:r>
              <w:rPr>
                <w:sz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lang w:val="fr-FR"/>
              </w:rPr>
              <w:t>our</w:t>
            </w:r>
            <w:proofErr w:type="spellEnd"/>
            <w:r>
              <w:rPr>
                <w:sz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lang w:val="fr-FR"/>
              </w:rPr>
              <w:t>lives</w:t>
            </w:r>
            <w:proofErr w:type="spellEnd"/>
            <w:r>
              <w:rPr>
                <w:sz w:val="22"/>
                <w:lang w:val="fr-FR"/>
              </w:rPr>
              <w:t xml:space="preserve"> and </w:t>
            </w:r>
            <w:proofErr w:type="spellStart"/>
            <w:r>
              <w:rPr>
                <w:sz w:val="22"/>
                <w:lang w:val="fr-FR"/>
              </w:rPr>
              <w:t>facilitates</w:t>
            </w:r>
            <w:proofErr w:type="spellEnd"/>
            <w:r>
              <w:rPr>
                <w:sz w:val="22"/>
                <w:lang w:val="fr-FR"/>
              </w:rPr>
              <w:t xml:space="preserve"> communication and business.</w:t>
            </w:r>
          </w:p>
          <w:p w14:paraId="422232B1" w14:textId="3641390E" w:rsidR="00FD5835" w:rsidRPr="00FD5835" w:rsidRDefault="00FD5835" w:rsidP="00195AA2">
            <w:pPr>
              <w:jc w:val="both"/>
              <w:rPr>
                <w:sz w:val="22"/>
                <w:lang w:val="fr-FR"/>
              </w:rPr>
            </w:pPr>
          </w:p>
        </w:tc>
      </w:tr>
      <w:tr w:rsidR="00F726F7" w:rsidRPr="00FD5835" w14:paraId="1F918603" w14:textId="77777777" w:rsidTr="0095413F">
        <w:tc>
          <w:tcPr>
            <w:tcW w:w="4428" w:type="dxa"/>
            <w:shd w:val="clear" w:color="auto" w:fill="auto"/>
          </w:tcPr>
          <w:p w14:paraId="47E81555" w14:textId="6166AAFA" w:rsidR="00F726F7" w:rsidRPr="00FD5835" w:rsidRDefault="00F726F7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 xml:space="preserve">Key Cultural and </w:t>
            </w:r>
            <w:proofErr w:type="spellStart"/>
            <w:r w:rsidRPr="00FD5835">
              <w:rPr>
                <w:b/>
                <w:sz w:val="22"/>
                <w:lang w:val="fr-FR"/>
              </w:rPr>
              <w:t>Linguistic</w:t>
            </w:r>
            <w:proofErr w:type="spellEnd"/>
            <w:r w:rsidRPr="00FD5835">
              <w:rPr>
                <w:b/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b/>
                <w:sz w:val="22"/>
                <w:lang w:val="fr-FR"/>
              </w:rPr>
              <w:t>Knowledge</w:t>
            </w:r>
            <w:proofErr w:type="spellEnd"/>
          </w:p>
          <w:p w14:paraId="2D872D4E" w14:textId="77777777" w:rsidR="00F726F7" w:rsidRPr="00FD5835" w:rsidRDefault="00F726F7">
            <w:pPr>
              <w:rPr>
                <w:i/>
                <w:sz w:val="22"/>
                <w:lang w:val="fr-FR"/>
              </w:rPr>
            </w:pPr>
            <w:proofErr w:type="spellStart"/>
            <w:r w:rsidRPr="00FD5835">
              <w:rPr>
                <w:i/>
                <w:sz w:val="22"/>
                <w:lang w:val="fr-FR"/>
              </w:rPr>
              <w:t>Students</w:t>
            </w:r>
            <w:proofErr w:type="spellEnd"/>
            <w:r w:rsidRPr="00FD5835">
              <w:rPr>
                <w:i/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i/>
                <w:sz w:val="22"/>
                <w:lang w:val="fr-FR"/>
              </w:rPr>
              <w:t>will</w:t>
            </w:r>
            <w:proofErr w:type="spellEnd"/>
            <w:r w:rsidRPr="00FD5835">
              <w:rPr>
                <w:i/>
                <w:sz w:val="22"/>
                <w:lang w:val="fr-FR"/>
              </w:rPr>
              <w:t xml:space="preserve"> know...</w:t>
            </w:r>
          </w:p>
        </w:tc>
        <w:tc>
          <w:tcPr>
            <w:tcW w:w="6210" w:type="dxa"/>
            <w:shd w:val="clear" w:color="auto" w:fill="auto"/>
          </w:tcPr>
          <w:p w14:paraId="35E1D17E" w14:textId="77777777" w:rsidR="00F726F7" w:rsidRPr="00FD5835" w:rsidRDefault="00F726F7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 xml:space="preserve">Key </w:t>
            </w:r>
            <w:proofErr w:type="spellStart"/>
            <w:r w:rsidRPr="00FD5835">
              <w:rPr>
                <w:b/>
                <w:sz w:val="22"/>
                <w:lang w:val="fr-FR"/>
              </w:rPr>
              <w:t>Language</w:t>
            </w:r>
            <w:proofErr w:type="spellEnd"/>
            <w:r w:rsidRPr="00FD5835">
              <w:rPr>
                <w:b/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b/>
                <w:sz w:val="22"/>
                <w:lang w:val="fr-FR"/>
              </w:rPr>
              <w:t>Functions</w:t>
            </w:r>
            <w:proofErr w:type="spellEnd"/>
          </w:p>
          <w:p w14:paraId="332EA58B" w14:textId="77777777" w:rsidR="00F726F7" w:rsidRPr="00FD5835" w:rsidRDefault="00F726F7">
            <w:pPr>
              <w:rPr>
                <w:i/>
                <w:sz w:val="22"/>
                <w:lang w:val="fr-FR"/>
              </w:rPr>
            </w:pPr>
            <w:proofErr w:type="spellStart"/>
            <w:r w:rsidRPr="00FD5835">
              <w:rPr>
                <w:i/>
                <w:sz w:val="22"/>
                <w:lang w:val="fr-FR"/>
              </w:rPr>
              <w:t>Students</w:t>
            </w:r>
            <w:proofErr w:type="spellEnd"/>
            <w:r w:rsidRPr="00FD5835">
              <w:rPr>
                <w:i/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i/>
                <w:sz w:val="22"/>
                <w:lang w:val="fr-FR"/>
              </w:rPr>
              <w:t>will</w:t>
            </w:r>
            <w:proofErr w:type="spellEnd"/>
            <w:r w:rsidRPr="00FD5835">
              <w:rPr>
                <w:i/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i/>
                <w:sz w:val="22"/>
                <w:lang w:val="fr-FR"/>
              </w:rPr>
              <w:t>be</w:t>
            </w:r>
            <w:proofErr w:type="spellEnd"/>
            <w:r w:rsidRPr="00FD5835">
              <w:rPr>
                <w:i/>
                <w:sz w:val="22"/>
                <w:lang w:val="fr-FR"/>
              </w:rPr>
              <w:t xml:space="preserve"> able to...</w:t>
            </w:r>
          </w:p>
        </w:tc>
      </w:tr>
      <w:tr w:rsidR="00E65826" w:rsidRPr="00FD5835" w14:paraId="60C9C370" w14:textId="77777777" w:rsidTr="0095413F">
        <w:tc>
          <w:tcPr>
            <w:tcW w:w="4428" w:type="dxa"/>
            <w:shd w:val="clear" w:color="auto" w:fill="auto"/>
          </w:tcPr>
          <w:p w14:paraId="5D646A46" w14:textId="77777777" w:rsidR="00156574" w:rsidRPr="00FD5835" w:rsidRDefault="00156574" w:rsidP="00156574">
            <w:pPr>
              <w:ind w:left="360"/>
              <w:jc w:val="both"/>
              <w:rPr>
                <w:sz w:val="22"/>
                <w:lang w:val="fr-FR"/>
              </w:rPr>
            </w:pPr>
          </w:p>
          <w:p w14:paraId="2CCEE3A1" w14:textId="7D278A69" w:rsidR="00E65826" w:rsidRPr="00FD5835" w:rsidRDefault="00745CBB" w:rsidP="00195AA2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key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vocabulary</w:t>
            </w:r>
            <w:proofErr w:type="spellEnd"/>
            <w:r w:rsidRPr="00FD5835">
              <w:rPr>
                <w:sz w:val="22"/>
                <w:lang w:val="fr-FR"/>
              </w:rPr>
              <w:t xml:space="preserve"> and expressions </w:t>
            </w:r>
            <w:r w:rsidR="00E65826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E65826" w:rsidRPr="00FD5835">
              <w:rPr>
                <w:sz w:val="22"/>
                <w:lang w:val="fr-FR"/>
              </w:rPr>
              <w:t>related</w:t>
            </w:r>
            <w:proofErr w:type="spellEnd"/>
            <w:r w:rsidR="00E65826" w:rsidRPr="00FD5835">
              <w:rPr>
                <w:sz w:val="22"/>
                <w:lang w:val="fr-FR"/>
              </w:rPr>
              <w:t xml:space="preserve"> to </w:t>
            </w:r>
            <w:r w:rsidR="00C0789D" w:rsidRPr="00FD5835">
              <w:rPr>
                <w:sz w:val="22"/>
                <w:lang w:val="fr-FR"/>
              </w:rPr>
              <w:t>parts of a computer.</w:t>
            </w:r>
          </w:p>
          <w:p w14:paraId="21ADD5B5" w14:textId="2B5D6271" w:rsidR="00C0789D" w:rsidRPr="00FD5835" w:rsidRDefault="00745CBB" w:rsidP="00C0789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key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vocabulary</w:t>
            </w:r>
            <w:proofErr w:type="spellEnd"/>
            <w:r w:rsidRPr="00FD5835">
              <w:rPr>
                <w:sz w:val="22"/>
                <w:lang w:val="fr-FR"/>
              </w:rPr>
              <w:t xml:space="preserve"> and expressions </w:t>
            </w:r>
            <w:proofErr w:type="spellStart"/>
            <w:r w:rsidR="00C0789D" w:rsidRPr="00FD5835">
              <w:rPr>
                <w:sz w:val="22"/>
                <w:lang w:val="fr-FR"/>
              </w:rPr>
              <w:t>related</w:t>
            </w:r>
            <w:proofErr w:type="spellEnd"/>
            <w:r w:rsidR="00C0789D" w:rsidRPr="00FD5835">
              <w:rPr>
                <w:sz w:val="22"/>
                <w:lang w:val="fr-FR"/>
              </w:rPr>
              <w:t xml:space="preserve"> to the Internet/social networks</w:t>
            </w:r>
            <w:r w:rsidRPr="00FD5835">
              <w:rPr>
                <w:sz w:val="22"/>
                <w:lang w:val="fr-FR"/>
              </w:rPr>
              <w:t>.</w:t>
            </w:r>
          </w:p>
          <w:p w14:paraId="17FF565B" w14:textId="77777777" w:rsidR="00E65826" w:rsidRPr="00FD5835" w:rsidRDefault="00E65826" w:rsidP="00F726F7">
            <w:pPr>
              <w:rPr>
                <w:sz w:val="22"/>
                <w:lang w:val="fr-FR"/>
              </w:rPr>
            </w:pPr>
          </w:p>
        </w:tc>
        <w:tc>
          <w:tcPr>
            <w:tcW w:w="6210" w:type="dxa"/>
            <w:shd w:val="clear" w:color="auto" w:fill="auto"/>
          </w:tcPr>
          <w:p w14:paraId="07CCC02F" w14:textId="77777777" w:rsidR="00156574" w:rsidRPr="00FD5835" w:rsidRDefault="00156574" w:rsidP="00156574">
            <w:pPr>
              <w:ind w:left="360"/>
              <w:rPr>
                <w:sz w:val="22"/>
                <w:lang w:val="fr-FR"/>
              </w:rPr>
            </w:pPr>
          </w:p>
          <w:p w14:paraId="05E41988" w14:textId="7BDDC961" w:rsidR="00E65826" w:rsidRPr="00FD5835" w:rsidRDefault="00C0789D" w:rsidP="00C0789D">
            <w:pPr>
              <w:pStyle w:val="ListParagraph"/>
              <w:numPr>
                <w:ilvl w:val="0"/>
                <w:numId w:val="1"/>
              </w:numPr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describe</w:t>
            </w:r>
            <w:proofErr w:type="spellEnd"/>
            <w:r w:rsidRPr="00FD5835">
              <w:rPr>
                <w:sz w:val="22"/>
                <w:lang w:val="fr-FR"/>
              </w:rPr>
              <w:t xml:space="preserve"> how to use a computer and </w:t>
            </w:r>
            <w:proofErr w:type="spellStart"/>
            <w:r w:rsidRPr="00FD5835">
              <w:rPr>
                <w:sz w:val="22"/>
                <w:lang w:val="fr-FR"/>
              </w:rPr>
              <w:t>websites</w:t>
            </w:r>
            <w:proofErr w:type="spellEnd"/>
            <w:r w:rsidRPr="00FD5835">
              <w:rPr>
                <w:sz w:val="22"/>
                <w:lang w:val="fr-FR"/>
              </w:rPr>
              <w:t>.</w:t>
            </w:r>
          </w:p>
          <w:p w14:paraId="2F55110F" w14:textId="77777777" w:rsidR="00C0789D" w:rsidRPr="00FD5835" w:rsidRDefault="00C0789D" w:rsidP="00C0789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describe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hypothetical</w:t>
            </w:r>
            <w:proofErr w:type="spellEnd"/>
            <w:r w:rsidRPr="00FD5835">
              <w:rPr>
                <w:sz w:val="22"/>
                <w:lang w:val="fr-FR"/>
              </w:rPr>
              <w:t xml:space="preserve"> situations </w:t>
            </w:r>
            <w:proofErr w:type="spellStart"/>
            <w:r w:rsidRPr="00FD5835">
              <w:rPr>
                <w:sz w:val="22"/>
                <w:lang w:val="fr-FR"/>
              </w:rPr>
              <w:t>involving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technology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(</w:t>
            </w:r>
            <w:proofErr w:type="spellStart"/>
            <w:r w:rsidR="0088668D" w:rsidRPr="00FD5835">
              <w:rPr>
                <w:sz w:val="22"/>
                <w:lang w:val="fr-FR"/>
              </w:rPr>
              <w:t>conditional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88668D" w:rsidRPr="00FD5835">
              <w:rPr>
                <w:sz w:val="22"/>
                <w:lang w:val="fr-FR"/>
              </w:rPr>
              <w:t>tense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and Si clauses)</w:t>
            </w:r>
          </w:p>
          <w:p w14:paraId="139F493F" w14:textId="27FD5380" w:rsidR="0088668D" w:rsidRPr="00FD5835" w:rsidRDefault="0088668D" w:rsidP="00C0789D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give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commands</w:t>
            </w:r>
            <w:proofErr w:type="spellEnd"/>
            <w:r w:rsidRPr="00FD5835">
              <w:rPr>
                <w:sz w:val="22"/>
                <w:lang w:val="fr-FR"/>
              </w:rPr>
              <w:t xml:space="preserve"> on how to use </w:t>
            </w:r>
            <w:proofErr w:type="spellStart"/>
            <w:r w:rsidRPr="00FD5835">
              <w:rPr>
                <w:sz w:val="22"/>
                <w:lang w:val="fr-FR"/>
              </w:rPr>
              <w:t>technology</w:t>
            </w:r>
            <w:proofErr w:type="spellEnd"/>
            <w:r w:rsidRPr="00FD5835">
              <w:rPr>
                <w:sz w:val="22"/>
                <w:lang w:val="fr-FR"/>
              </w:rPr>
              <w:t xml:space="preserve"> (</w:t>
            </w:r>
            <w:proofErr w:type="spellStart"/>
            <w:r w:rsidRPr="00FD5835">
              <w:rPr>
                <w:sz w:val="22"/>
                <w:lang w:val="fr-FR"/>
              </w:rPr>
              <w:t>imperative</w:t>
            </w:r>
            <w:proofErr w:type="spellEnd"/>
            <w:r w:rsidRPr="00FD5835">
              <w:rPr>
                <w:sz w:val="22"/>
                <w:lang w:val="fr-FR"/>
              </w:rPr>
              <w:t>)</w:t>
            </w:r>
          </w:p>
        </w:tc>
      </w:tr>
      <w:tr w:rsidR="00F726F7" w:rsidRPr="00FD5835" w14:paraId="121F9598" w14:textId="77777777" w:rsidTr="0095413F">
        <w:tc>
          <w:tcPr>
            <w:tcW w:w="4428" w:type="dxa"/>
            <w:shd w:val="clear" w:color="auto" w:fill="auto"/>
          </w:tcPr>
          <w:p w14:paraId="2A5BB149" w14:textId="77777777" w:rsidR="00156574" w:rsidRPr="00FD5835" w:rsidRDefault="00156574" w:rsidP="00156574">
            <w:pPr>
              <w:ind w:left="360"/>
              <w:rPr>
                <w:sz w:val="22"/>
                <w:lang w:val="fr-FR"/>
              </w:rPr>
            </w:pPr>
          </w:p>
          <w:p w14:paraId="5396DDCC" w14:textId="14660EC5" w:rsidR="00F726F7" w:rsidRPr="00FD5835" w:rsidRDefault="00745CBB" w:rsidP="00745CBB">
            <w:pPr>
              <w:pStyle w:val="ListParagraph"/>
              <w:numPr>
                <w:ilvl w:val="0"/>
                <w:numId w:val="1"/>
              </w:numPr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key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vocabulary</w:t>
            </w:r>
            <w:proofErr w:type="spellEnd"/>
            <w:r w:rsidRPr="00FD5835">
              <w:rPr>
                <w:sz w:val="22"/>
                <w:lang w:val="fr-FR"/>
              </w:rPr>
              <w:t xml:space="preserve"> and expressions </w:t>
            </w:r>
            <w:proofErr w:type="spellStart"/>
            <w:r w:rsidR="00CE4D93">
              <w:rPr>
                <w:sz w:val="22"/>
                <w:lang w:val="fr-FR"/>
              </w:rPr>
              <w:t>related</w:t>
            </w:r>
            <w:proofErr w:type="spellEnd"/>
            <w:r w:rsidR="00CE4D93">
              <w:rPr>
                <w:sz w:val="22"/>
                <w:lang w:val="fr-FR"/>
              </w:rPr>
              <w:t xml:space="preserve"> </w:t>
            </w:r>
            <w:r w:rsidRPr="00FD5835">
              <w:rPr>
                <w:sz w:val="22"/>
                <w:lang w:val="fr-FR"/>
              </w:rPr>
              <w:t xml:space="preserve">to </w:t>
            </w:r>
            <w:proofErr w:type="spellStart"/>
            <w:r w:rsidRPr="00FD5835">
              <w:rPr>
                <w:sz w:val="22"/>
                <w:lang w:val="fr-FR"/>
              </w:rPr>
              <w:t>electronic</w:t>
            </w:r>
            <w:proofErr w:type="spellEnd"/>
            <w:r w:rsidRPr="00FD5835">
              <w:rPr>
                <w:sz w:val="22"/>
                <w:lang w:val="fr-FR"/>
              </w:rPr>
              <w:t xml:space="preserve"> gadgets (Smartphones, </w:t>
            </w:r>
            <w:proofErr w:type="spellStart"/>
            <w:r w:rsidRPr="00FD5835">
              <w:rPr>
                <w:sz w:val="22"/>
                <w:lang w:val="fr-FR"/>
              </w:rPr>
              <w:t>tablets</w:t>
            </w:r>
            <w:proofErr w:type="spellEnd"/>
            <w:r w:rsidRPr="00FD5835">
              <w:rPr>
                <w:sz w:val="22"/>
                <w:lang w:val="fr-FR"/>
              </w:rPr>
              <w:t xml:space="preserve">, </w:t>
            </w:r>
            <w:proofErr w:type="spellStart"/>
            <w:r w:rsidRPr="00FD5835">
              <w:rPr>
                <w:sz w:val="22"/>
                <w:lang w:val="fr-FR"/>
              </w:rPr>
              <w:t>iPads</w:t>
            </w:r>
            <w:proofErr w:type="spellEnd"/>
            <w:r w:rsidRPr="00FD5835">
              <w:rPr>
                <w:sz w:val="22"/>
                <w:lang w:val="fr-FR"/>
              </w:rPr>
              <w:t>, etc.)</w:t>
            </w:r>
          </w:p>
          <w:p w14:paraId="4AF49000" w14:textId="2A5152F1" w:rsidR="005A57C1" w:rsidRPr="00FD5835" w:rsidRDefault="00CE4D93" w:rsidP="00745CBB">
            <w:pPr>
              <w:pStyle w:val="ListParagraph"/>
              <w:numPr>
                <w:ilvl w:val="0"/>
                <w:numId w:val="1"/>
              </w:numPr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in </w:t>
            </w:r>
            <w:bookmarkStart w:id="0" w:name="_GoBack"/>
            <w:bookmarkEnd w:id="0"/>
            <w:proofErr w:type="spellStart"/>
            <w:r w:rsidR="005A57C1" w:rsidRPr="00FD5835">
              <w:rPr>
                <w:sz w:val="22"/>
                <w:lang w:val="fr-FR"/>
              </w:rPr>
              <w:t>what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5A57C1" w:rsidRPr="00FD5835">
              <w:rPr>
                <w:sz w:val="22"/>
                <w:lang w:val="fr-FR"/>
              </w:rPr>
              <w:t>ways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5A57C1" w:rsidRPr="00FD5835">
              <w:rPr>
                <w:sz w:val="22"/>
                <w:lang w:val="fr-FR"/>
              </w:rPr>
              <w:t>technology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has </w:t>
            </w:r>
            <w:proofErr w:type="spellStart"/>
            <w:r w:rsidR="005A57C1" w:rsidRPr="00FD5835">
              <w:rPr>
                <w:sz w:val="22"/>
                <w:lang w:val="fr-FR"/>
              </w:rPr>
              <w:t>shaped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French-</w:t>
            </w:r>
            <w:proofErr w:type="spellStart"/>
            <w:r w:rsidR="005A57C1" w:rsidRPr="00FD5835">
              <w:rPr>
                <w:sz w:val="22"/>
                <w:lang w:val="fr-FR"/>
              </w:rPr>
              <w:t>speaking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5A57C1" w:rsidRPr="00FD5835">
              <w:rPr>
                <w:sz w:val="22"/>
                <w:lang w:val="fr-FR"/>
              </w:rPr>
              <w:t>African</w:t>
            </w:r>
            <w:proofErr w:type="spellEnd"/>
            <w:r w:rsidR="005A57C1" w:rsidRPr="00FD5835">
              <w:rPr>
                <w:sz w:val="22"/>
                <w:lang w:val="fr-FR"/>
              </w:rPr>
              <w:t xml:space="preserve"> society.</w:t>
            </w:r>
          </w:p>
          <w:p w14:paraId="6DAE3487" w14:textId="0F94C5A7" w:rsidR="00156574" w:rsidRPr="00FD5835" w:rsidRDefault="00156574" w:rsidP="00156574">
            <w:pPr>
              <w:ind w:left="360"/>
              <w:rPr>
                <w:sz w:val="22"/>
                <w:lang w:val="fr-FR"/>
              </w:rPr>
            </w:pPr>
          </w:p>
        </w:tc>
        <w:tc>
          <w:tcPr>
            <w:tcW w:w="6210" w:type="dxa"/>
            <w:shd w:val="clear" w:color="auto" w:fill="auto"/>
          </w:tcPr>
          <w:p w14:paraId="21A15A05" w14:textId="77777777" w:rsidR="00156574" w:rsidRPr="00FD5835" w:rsidRDefault="00156574" w:rsidP="00156574">
            <w:pPr>
              <w:ind w:left="360"/>
              <w:rPr>
                <w:sz w:val="22"/>
                <w:lang w:val="fr-FR"/>
              </w:rPr>
            </w:pPr>
          </w:p>
          <w:p w14:paraId="2297B24B" w14:textId="111CBB8B" w:rsidR="00F726F7" w:rsidRPr="00FD5835" w:rsidRDefault="005A57C1" w:rsidP="005A57C1">
            <w:pPr>
              <w:pStyle w:val="ListParagraph"/>
              <w:numPr>
                <w:ilvl w:val="0"/>
                <w:numId w:val="1"/>
              </w:numPr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describe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r w:rsidR="00FD5835">
              <w:rPr>
                <w:sz w:val="22"/>
                <w:lang w:val="fr-FR"/>
              </w:rPr>
              <w:t xml:space="preserve">how </w:t>
            </w:r>
            <w:proofErr w:type="spellStart"/>
            <w:r w:rsidR="00FD5835">
              <w:rPr>
                <w:sz w:val="22"/>
                <w:lang w:val="fr-FR"/>
              </w:rPr>
              <w:t>various</w:t>
            </w:r>
            <w:proofErr w:type="spellEnd"/>
            <w:r w:rsidR="00FD5835">
              <w:rPr>
                <w:sz w:val="22"/>
                <w:lang w:val="fr-FR"/>
              </w:rPr>
              <w:t xml:space="preserve"> </w:t>
            </w:r>
            <w:proofErr w:type="spellStart"/>
            <w:r w:rsidR="00FD5835">
              <w:rPr>
                <w:sz w:val="22"/>
                <w:lang w:val="fr-FR"/>
              </w:rPr>
              <w:t>forms</w:t>
            </w:r>
            <w:proofErr w:type="spellEnd"/>
            <w:r w:rsidR="00FD5835">
              <w:rPr>
                <w:sz w:val="22"/>
                <w:lang w:val="fr-FR"/>
              </w:rPr>
              <w:t xml:space="preserve"> of </w:t>
            </w:r>
            <w:proofErr w:type="spellStart"/>
            <w:r w:rsidR="00FD5835">
              <w:rPr>
                <w:sz w:val="22"/>
                <w:lang w:val="fr-FR"/>
              </w:rPr>
              <w:t>technology</w:t>
            </w:r>
            <w:proofErr w:type="spellEnd"/>
            <w:r w:rsidR="00FD5835">
              <w:rPr>
                <w:sz w:val="22"/>
                <w:lang w:val="fr-FR"/>
              </w:rPr>
              <w:t xml:space="preserve"> are </w:t>
            </w:r>
            <w:proofErr w:type="spellStart"/>
            <w:r w:rsidR="00FD5835">
              <w:rPr>
                <w:sz w:val="22"/>
                <w:lang w:val="fr-FR"/>
              </w:rPr>
              <w:t>used</w:t>
            </w:r>
            <w:proofErr w:type="spellEnd"/>
            <w:r w:rsidR="00FD5835">
              <w:rPr>
                <w:sz w:val="22"/>
                <w:lang w:val="fr-FR"/>
              </w:rPr>
              <w:t xml:space="preserve"> in</w:t>
            </w:r>
            <w:r w:rsidRPr="00FD5835">
              <w:rPr>
                <w:sz w:val="22"/>
                <w:lang w:val="fr-FR"/>
              </w:rPr>
              <w:t xml:space="preserve"> French-</w:t>
            </w:r>
            <w:proofErr w:type="spellStart"/>
            <w:r w:rsidRPr="00FD5835">
              <w:rPr>
                <w:sz w:val="22"/>
                <w:lang w:val="fr-FR"/>
              </w:rPr>
              <w:t>speaking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Africa</w:t>
            </w:r>
            <w:proofErr w:type="spellEnd"/>
            <w:r w:rsidRPr="00FD5835">
              <w:rPr>
                <w:sz w:val="22"/>
                <w:lang w:val="fr-FR"/>
              </w:rPr>
              <w:t>.</w:t>
            </w:r>
          </w:p>
          <w:p w14:paraId="0777986F" w14:textId="77777777" w:rsidR="00ED182B" w:rsidRPr="00FD5835" w:rsidRDefault="00ED182B" w:rsidP="005B6422">
            <w:pPr>
              <w:rPr>
                <w:sz w:val="22"/>
                <w:lang w:val="fr-FR"/>
              </w:rPr>
            </w:pPr>
          </w:p>
        </w:tc>
      </w:tr>
      <w:tr w:rsidR="00A667FD" w:rsidRPr="00FD5835" w14:paraId="75D94075" w14:textId="77777777" w:rsidTr="0095413F">
        <w:tc>
          <w:tcPr>
            <w:tcW w:w="10638" w:type="dxa"/>
            <w:gridSpan w:val="2"/>
            <w:shd w:val="pct25" w:color="auto" w:fill="auto"/>
          </w:tcPr>
          <w:p w14:paraId="60BAB5B1" w14:textId="75C73D57" w:rsidR="00A667FD" w:rsidRPr="00FD5835" w:rsidRDefault="00A667FD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 xml:space="preserve">Performance </w:t>
            </w:r>
            <w:proofErr w:type="spellStart"/>
            <w:r w:rsidRPr="00FD5835">
              <w:rPr>
                <w:b/>
                <w:sz w:val="22"/>
                <w:lang w:val="fr-FR"/>
              </w:rPr>
              <w:t>Tasks</w:t>
            </w:r>
            <w:proofErr w:type="spellEnd"/>
          </w:p>
        </w:tc>
      </w:tr>
      <w:tr w:rsidR="00A667FD" w:rsidRPr="00FD5835" w14:paraId="788A4552" w14:textId="77777777" w:rsidTr="0095413F">
        <w:tc>
          <w:tcPr>
            <w:tcW w:w="10638" w:type="dxa"/>
            <w:gridSpan w:val="2"/>
            <w:shd w:val="clear" w:color="auto" w:fill="auto"/>
          </w:tcPr>
          <w:p w14:paraId="70073063" w14:textId="2F5BA42F" w:rsidR="005B6422" w:rsidRPr="00FD5835" w:rsidRDefault="00156574" w:rsidP="00A667FD">
            <w:pPr>
              <w:rPr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Several</w:t>
            </w:r>
            <w:proofErr w:type="spellEnd"/>
            <w:r w:rsidRPr="00FD5835">
              <w:rPr>
                <w:sz w:val="22"/>
                <w:lang w:val="fr-FR"/>
              </w:rPr>
              <w:t xml:space="preserve"> formative </w:t>
            </w:r>
            <w:proofErr w:type="spellStart"/>
            <w:r w:rsidRPr="00FD5835">
              <w:rPr>
                <w:sz w:val="22"/>
                <w:lang w:val="fr-FR"/>
              </w:rPr>
              <w:t>tasks</w:t>
            </w:r>
            <w:proofErr w:type="spellEnd"/>
            <w:r w:rsidRPr="00FD5835">
              <w:rPr>
                <w:sz w:val="22"/>
                <w:lang w:val="fr-FR"/>
              </w:rPr>
              <w:t xml:space="preserve"> on </w:t>
            </w:r>
            <w:proofErr w:type="spellStart"/>
            <w:r w:rsidRPr="00FD5835">
              <w:rPr>
                <w:sz w:val="22"/>
                <w:lang w:val="fr-FR"/>
              </w:rPr>
              <w:t>vocabulary</w:t>
            </w:r>
            <w:proofErr w:type="spellEnd"/>
            <w:r w:rsidRPr="00FD5835">
              <w:rPr>
                <w:sz w:val="22"/>
                <w:lang w:val="fr-FR"/>
              </w:rPr>
              <w:t xml:space="preserve"> and </w:t>
            </w:r>
            <w:proofErr w:type="spellStart"/>
            <w:r w:rsidRPr="00FD5835">
              <w:rPr>
                <w:sz w:val="22"/>
                <w:lang w:val="fr-FR"/>
              </w:rPr>
              <w:t>grammar</w:t>
            </w:r>
            <w:proofErr w:type="spellEnd"/>
            <w:r w:rsidRPr="00FD5835">
              <w:rPr>
                <w:sz w:val="22"/>
                <w:lang w:val="fr-FR"/>
              </w:rPr>
              <w:t xml:space="preserve"> ; practice for </w:t>
            </w:r>
            <w:proofErr w:type="spellStart"/>
            <w:r w:rsidRPr="00FD5835">
              <w:rPr>
                <w:sz w:val="22"/>
                <w:lang w:val="fr-FR"/>
              </w:rPr>
              <w:t>interpretive</w:t>
            </w:r>
            <w:proofErr w:type="spellEnd"/>
            <w:r w:rsidRPr="00FD5835">
              <w:rPr>
                <w:sz w:val="22"/>
                <w:lang w:val="fr-FR"/>
              </w:rPr>
              <w:t xml:space="preserve">, </w:t>
            </w:r>
            <w:proofErr w:type="spellStart"/>
            <w:r w:rsidRPr="00FD5835">
              <w:rPr>
                <w:sz w:val="22"/>
                <w:lang w:val="fr-FR"/>
              </w:rPr>
              <w:t>interpersonal</w:t>
            </w:r>
            <w:proofErr w:type="spellEnd"/>
            <w:r w:rsidRPr="00FD5835">
              <w:rPr>
                <w:sz w:val="22"/>
                <w:lang w:val="fr-FR"/>
              </w:rPr>
              <w:t xml:space="preserve"> and </w:t>
            </w:r>
            <w:proofErr w:type="spellStart"/>
            <w:r w:rsidRPr="00FD5835">
              <w:rPr>
                <w:sz w:val="22"/>
                <w:lang w:val="fr-FR"/>
              </w:rPr>
              <w:t>presentational</w:t>
            </w:r>
            <w:proofErr w:type="spellEnd"/>
            <w:r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Pr="00FD5835">
              <w:rPr>
                <w:sz w:val="22"/>
                <w:lang w:val="fr-FR"/>
              </w:rPr>
              <w:t>tasks</w:t>
            </w:r>
            <w:proofErr w:type="spellEnd"/>
            <w:r w:rsidRPr="00FD5835">
              <w:rPr>
                <w:sz w:val="22"/>
                <w:lang w:val="fr-FR"/>
              </w:rPr>
              <w:t>.</w:t>
            </w:r>
          </w:p>
          <w:p w14:paraId="668C84D9" w14:textId="77777777" w:rsidR="00156574" w:rsidRPr="00FD5835" w:rsidRDefault="00156574" w:rsidP="00A667FD">
            <w:pPr>
              <w:rPr>
                <w:b/>
                <w:sz w:val="22"/>
                <w:lang w:val="fr-FR"/>
              </w:rPr>
            </w:pPr>
          </w:p>
          <w:p w14:paraId="5B53F0E5" w14:textId="2F725DC5" w:rsidR="0088668D" w:rsidRPr="00FD5835" w:rsidRDefault="00A667FD" w:rsidP="00156574">
            <w:pPr>
              <w:rPr>
                <w:b/>
                <w:sz w:val="22"/>
                <w:lang w:val="fr-FR"/>
              </w:rPr>
            </w:pPr>
            <w:proofErr w:type="spellStart"/>
            <w:r w:rsidRPr="00FD5835">
              <w:rPr>
                <w:b/>
                <w:sz w:val="22"/>
                <w:lang w:val="fr-FR"/>
              </w:rPr>
              <w:t>Interpretive</w:t>
            </w:r>
            <w:proofErr w:type="spellEnd"/>
          </w:p>
          <w:p w14:paraId="51840EB4" w14:textId="77777777" w:rsidR="00156574" w:rsidRPr="00FD5835" w:rsidRDefault="00156574" w:rsidP="00156574">
            <w:pPr>
              <w:rPr>
                <w:b/>
                <w:sz w:val="22"/>
                <w:lang w:val="fr-FR"/>
              </w:rPr>
            </w:pPr>
          </w:p>
          <w:p w14:paraId="37DE8E55" w14:textId="1AE03887" w:rsidR="005B6422" w:rsidRPr="00FD5835" w:rsidRDefault="00A667FD" w:rsidP="005B6422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Reading</w:t>
            </w:r>
            <w:proofErr w:type="gramStart"/>
            <w:r w:rsidRPr="00FD5835">
              <w:rPr>
                <w:sz w:val="22"/>
                <w:lang w:val="fr-FR"/>
              </w:rPr>
              <w:t xml:space="preserve">:  </w:t>
            </w:r>
            <w:r w:rsidR="00FD5835" w:rsidRPr="00FD5835">
              <w:rPr>
                <w:i/>
                <w:sz w:val="22"/>
                <w:lang w:val="fr-FR"/>
              </w:rPr>
              <w:t>La</w:t>
            </w:r>
            <w:proofErr w:type="gramEnd"/>
            <w:r w:rsidR="00FD5835" w:rsidRPr="00FD5835">
              <w:rPr>
                <w:i/>
                <w:sz w:val="22"/>
                <w:lang w:val="fr-FR"/>
              </w:rPr>
              <w:t xml:space="preserve"> révolution mobile en Afrique</w:t>
            </w:r>
          </w:p>
          <w:p w14:paraId="6EA5795D" w14:textId="3A3E73FA" w:rsidR="00FD5835" w:rsidRPr="00FD5835" w:rsidRDefault="00FD5835" w:rsidP="00FD5835">
            <w:pPr>
              <w:pStyle w:val="ListParagraph"/>
              <w:rPr>
                <w:sz w:val="22"/>
                <w:lang w:val="fr-FR"/>
              </w:rPr>
            </w:pPr>
            <w:hyperlink r:id="rId7" w:history="1">
              <w:r w:rsidRPr="00FD5835">
                <w:rPr>
                  <w:rStyle w:val="Hyperlink"/>
                  <w:sz w:val="22"/>
                  <w:lang w:val="fr-FR"/>
                </w:rPr>
                <w:t>http://www.rfi.fr/afrique/20110815-revolution-mobile-afrique/</w:t>
              </w:r>
            </w:hyperlink>
          </w:p>
          <w:p w14:paraId="3AC00CC7" w14:textId="77777777" w:rsidR="00FD5835" w:rsidRPr="00FD5835" w:rsidRDefault="00FD5835" w:rsidP="00FD5835">
            <w:pPr>
              <w:pStyle w:val="ListParagraph"/>
              <w:rPr>
                <w:b/>
                <w:sz w:val="22"/>
                <w:lang w:val="fr-FR"/>
              </w:rPr>
            </w:pPr>
          </w:p>
          <w:p w14:paraId="2A9CE7F4" w14:textId="77777777" w:rsidR="00FD5835" w:rsidRPr="00FD5835" w:rsidRDefault="00156574" w:rsidP="00FD5835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lang w:val="fr-FR"/>
              </w:rPr>
            </w:pPr>
            <w:proofErr w:type="spellStart"/>
            <w:r w:rsidRPr="00FD5835">
              <w:rPr>
                <w:sz w:val="22"/>
                <w:lang w:val="fr-FR"/>
              </w:rPr>
              <w:t>Video</w:t>
            </w:r>
            <w:proofErr w:type="spellEnd"/>
            <w:r w:rsidRPr="00FD5835">
              <w:rPr>
                <w:sz w:val="22"/>
                <w:lang w:val="fr-FR"/>
              </w:rPr>
              <w:t>/</w:t>
            </w:r>
            <w:proofErr w:type="spellStart"/>
            <w:r w:rsidRPr="00FD5835">
              <w:rPr>
                <w:sz w:val="22"/>
                <w:lang w:val="fr-FR"/>
              </w:rPr>
              <w:t>Podcasts</w:t>
            </w:r>
            <w:proofErr w:type="spellEnd"/>
            <w:r w:rsidRPr="00FD5835">
              <w:rPr>
                <w:sz w:val="22"/>
                <w:lang w:val="fr-FR"/>
              </w:rPr>
              <w:t xml:space="preserve"> : </w:t>
            </w:r>
          </w:p>
          <w:p w14:paraId="42B4DBA8" w14:textId="607B4CC9" w:rsidR="00ED182B" w:rsidRPr="00FD5835" w:rsidRDefault="00FD5835" w:rsidP="00FD5835">
            <w:pPr>
              <w:pStyle w:val="ListParagraph"/>
              <w:rPr>
                <w:b/>
                <w:sz w:val="22"/>
                <w:lang w:val="fr-FR"/>
              </w:rPr>
            </w:pPr>
            <w:r w:rsidRPr="00FD5835">
              <w:rPr>
                <w:i/>
                <w:sz w:val="22"/>
                <w:lang w:val="fr-FR"/>
              </w:rPr>
              <w:t>Téléphones portables solaires en Afrique</w:t>
            </w:r>
          </w:p>
          <w:p w14:paraId="5FC275D8" w14:textId="1963F439" w:rsidR="00FD5835" w:rsidRDefault="00FD5835" w:rsidP="00FD5835">
            <w:pPr>
              <w:pStyle w:val="ListParagraph"/>
              <w:rPr>
                <w:sz w:val="22"/>
                <w:lang w:val="fr-FR"/>
              </w:rPr>
            </w:pPr>
            <w:hyperlink r:id="rId8" w:history="1">
              <w:r w:rsidRPr="00FD5835">
                <w:rPr>
                  <w:rStyle w:val="Hyperlink"/>
                  <w:sz w:val="22"/>
                  <w:lang w:val="fr-FR"/>
                </w:rPr>
                <w:t>http://www.dailymotion.com/video/xatodx_telephones-portables-solaires-en-af_news</w:t>
              </w:r>
            </w:hyperlink>
          </w:p>
          <w:p w14:paraId="753DB05B" w14:textId="77777777" w:rsidR="00FD5835" w:rsidRDefault="00FD5835" w:rsidP="00FD5835">
            <w:pPr>
              <w:pStyle w:val="ListParagraph"/>
              <w:rPr>
                <w:sz w:val="22"/>
                <w:lang w:val="fr-FR"/>
              </w:rPr>
            </w:pPr>
          </w:p>
          <w:p w14:paraId="5AA37E21" w14:textId="781E8F9D" w:rsidR="00FD5835" w:rsidRPr="00FD5835" w:rsidRDefault="00FD5835" w:rsidP="00FD5835">
            <w:pPr>
              <w:pStyle w:val="ListParagraph"/>
              <w:rPr>
                <w:i/>
                <w:sz w:val="22"/>
                <w:lang w:val="fr-FR"/>
              </w:rPr>
            </w:pPr>
            <w:r w:rsidRPr="00FD5835">
              <w:rPr>
                <w:i/>
                <w:sz w:val="22"/>
                <w:lang w:val="fr-FR"/>
              </w:rPr>
              <w:t>Emission de TV5 – Le JT des nouvelles technos</w:t>
            </w:r>
          </w:p>
          <w:p w14:paraId="565B9F5E" w14:textId="4C73C80E" w:rsidR="00FD5835" w:rsidRDefault="00FD5835" w:rsidP="00FD5835">
            <w:pPr>
              <w:pStyle w:val="ListParagraph"/>
              <w:rPr>
                <w:sz w:val="22"/>
                <w:lang w:val="fr-FR"/>
              </w:rPr>
            </w:pPr>
            <w:hyperlink r:id="rId9" w:history="1">
              <w:r w:rsidRPr="00B62D21">
                <w:rPr>
                  <w:rStyle w:val="Hyperlink"/>
                  <w:sz w:val="22"/>
                  <w:lang w:val="fr-FR"/>
                </w:rPr>
                <w:t>http://enseigner.tv5monde.com/niveau/b1-intermediaire?field_theme_tid=1636&amp;field_niveau_tid=All&amp;sort_by=field_date_programmation_value</w:t>
              </w:r>
            </w:hyperlink>
          </w:p>
          <w:p w14:paraId="1534ABBE" w14:textId="77777777" w:rsidR="00FD5835" w:rsidRPr="00FD5835" w:rsidRDefault="00FD5835" w:rsidP="00FD5835">
            <w:pPr>
              <w:pStyle w:val="ListParagraph"/>
              <w:rPr>
                <w:sz w:val="22"/>
                <w:lang w:val="fr-FR"/>
              </w:rPr>
            </w:pPr>
          </w:p>
          <w:p w14:paraId="3810A4A9" w14:textId="77777777" w:rsidR="00FD5835" w:rsidRPr="00FD5835" w:rsidRDefault="00FD5835" w:rsidP="00FD5835">
            <w:pPr>
              <w:pStyle w:val="ListParagraph"/>
              <w:rPr>
                <w:b/>
                <w:sz w:val="22"/>
                <w:lang w:val="fr-FR"/>
              </w:rPr>
            </w:pPr>
          </w:p>
          <w:p w14:paraId="69B664FB" w14:textId="77777777" w:rsidR="00FD5835" w:rsidRPr="00FD5835" w:rsidRDefault="00FD5835" w:rsidP="00FD5835">
            <w:pPr>
              <w:pStyle w:val="ListParagraph"/>
              <w:rPr>
                <w:b/>
                <w:sz w:val="22"/>
                <w:lang w:val="fr-FR"/>
              </w:rPr>
            </w:pPr>
          </w:p>
          <w:p w14:paraId="4D275239" w14:textId="0E328213" w:rsidR="00FD5835" w:rsidRPr="00FD5835" w:rsidRDefault="00FD5835" w:rsidP="00FD5835">
            <w:pPr>
              <w:pStyle w:val="ListParagraph"/>
              <w:rPr>
                <w:b/>
                <w:sz w:val="22"/>
                <w:lang w:val="fr-FR"/>
              </w:rPr>
            </w:pPr>
          </w:p>
        </w:tc>
      </w:tr>
      <w:tr w:rsidR="00A667FD" w:rsidRPr="00FD5835" w14:paraId="0CEE5A9F" w14:textId="77777777" w:rsidTr="0095413F">
        <w:tc>
          <w:tcPr>
            <w:tcW w:w="10638" w:type="dxa"/>
            <w:gridSpan w:val="2"/>
            <w:shd w:val="clear" w:color="auto" w:fill="auto"/>
          </w:tcPr>
          <w:p w14:paraId="5ED83A2D" w14:textId="77777777" w:rsidR="005B6422" w:rsidRPr="00FD5835" w:rsidRDefault="005B6422" w:rsidP="00A667FD">
            <w:pPr>
              <w:rPr>
                <w:b/>
                <w:sz w:val="22"/>
                <w:lang w:val="fr-FR"/>
              </w:rPr>
            </w:pPr>
          </w:p>
          <w:p w14:paraId="6B925B37" w14:textId="77777777" w:rsidR="00A667FD" w:rsidRPr="00FD5835" w:rsidRDefault="00A667FD" w:rsidP="00A667FD">
            <w:pPr>
              <w:rPr>
                <w:b/>
                <w:sz w:val="22"/>
                <w:lang w:val="fr-FR"/>
              </w:rPr>
            </w:pPr>
            <w:proofErr w:type="spellStart"/>
            <w:r w:rsidRPr="00FD5835">
              <w:rPr>
                <w:b/>
                <w:sz w:val="22"/>
                <w:lang w:val="fr-FR"/>
              </w:rPr>
              <w:t>Interpersonal</w:t>
            </w:r>
            <w:proofErr w:type="spellEnd"/>
          </w:p>
          <w:p w14:paraId="1963561C" w14:textId="77777777" w:rsidR="00156574" w:rsidRPr="00FD5835" w:rsidRDefault="00156574" w:rsidP="00A667FD">
            <w:pPr>
              <w:rPr>
                <w:b/>
                <w:sz w:val="22"/>
                <w:lang w:val="fr-FR"/>
              </w:rPr>
            </w:pPr>
          </w:p>
          <w:p w14:paraId="1E652B0B" w14:textId="77777777" w:rsidR="00ED182B" w:rsidRDefault="00156574" w:rsidP="00ED182B">
            <w:pPr>
              <w:pStyle w:val="ListParagraph"/>
              <w:numPr>
                <w:ilvl w:val="0"/>
                <w:numId w:val="8"/>
              </w:numPr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C</w:t>
            </w:r>
            <w:r w:rsidR="0088668D" w:rsidRPr="00FD5835">
              <w:rPr>
                <w:sz w:val="22"/>
                <w:lang w:val="fr-FR"/>
              </w:rPr>
              <w:t xml:space="preserve">onversation </w:t>
            </w:r>
            <w:proofErr w:type="spellStart"/>
            <w:r w:rsidR="0088668D" w:rsidRPr="00FD5835">
              <w:rPr>
                <w:sz w:val="22"/>
                <w:lang w:val="fr-FR"/>
              </w:rPr>
              <w:t>between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88668D" w:rsidRPr="00FD5835">
              <w:rPr>
                <w:sz w:val="22"/>
                <w:lang w:val="fr-FR"/>
              </w:rPr>
              <w:t>two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88668D" w:rsidRPr="00FD5835">
              <w:rPr>
                <w:sz w:val="22"/>
                <w:lang w:val="fr-FR"/>
              </w:rPr>
              <w:t>students</w:t>
            </w:r>
            <w:proofErr w:type="spellEnd"/>
            <w:r w:rsidR="0088668D" w:rsidRPr="00FD5835">
              <w:rPr>
                <w:sz w:val="22"/>
                <w:lang w:val="fr-FR"/>
              </w:rPr>
              <w:t xml:space="preserve"> </w:t>
            </w:r>
            <w:proofErr w:type="spellStart"/>
            <w:r w:rsidR="0088668D" w:rsidRPr="00FD5835">
              <w:rPr>
                <w:sz w:val="22"/>
                <w:lang w:val="fr-FR"/>
              </w:rPr>
              <w:t>us</w:t>
            </w:r>
            <w:r w:rsidRPr="00FD5835">
              <w:rPr>
                <w:sz w:val="22"/>
                <w:lang w:val="fr-FR"/>
              </w:rPr>
              <w:t>ing</w:t>
            </w:r>
            <w:proofErr w:type="spellEnd"/>
            <w:r w:rsidRPr="00FD5835">
              <w:rPr>
                <w:sz w:val="22"/>
                <w:lang w:val="fr-FR"/>
              </w:rPr>
              <w:t xml:space="preserve"> iPhone—directions/questions.</w:t>
            </w:r>
          </w:p>
          <w:p w14:paraId="14EE16D3" w14:textId="1210E679" w:rsidR="00C00D69" w:rsidRPr="00FD5835" w:rsidRDefault="00C00D69" w:rsidP="00C00D69">
            <w:pPr>
              <w:pStyle w:val="ListParagraph"/>
              <w:rPr>
                <w:sz w:val="22"/>
                <w:lang w:val="fr-FR"/>
              </w:rPr>
            </w:pPr>
          </w:p>
        </w:tc>
      </w:tr>
      <w:tr w:rsidR="006A68DB" w:rsidRPr="00FD5835" w14:paraId="5DB6C84C" w14:textId="77777777" w:rsidTr="0095413F">
        <w:tc>
          <w:tcPr>
            <w:tcW w:w="10638" w:type="dxa"/>
            <w:gridSpan w:val="2"/>
            <w:shd w:val="clear" w:color="auto" w:fill="auto"/>
          </w:tcPr>
          <w:p w14:paraId="60B25543" w14:textId="77777777" w:rsidR="00156574" w:rsidRPr="00FD5835" w:rsidRDefault="00156574" w:rsidP="006A68DB">
            <w:pPr>
              <w:rPr>
                <w:b/>
                <w:sz w:val="22"/>
                <w:szCs w:val="22"/>
                <w:lang w:val="fr-FR"/>
              </w:rPr>
            </w:pPr>
          </w:p>
          <w:p w14:paraId="2F17418E" w14:textId="691DE064" w:rsidR="006A68DB" w:rsidRPr="00FD5835" w:rsidRDefault="005B6422" w:rsidP="006A68DB">
            <w:pPr>
              <w:rPr>
                <w:b/>
                <w:sz w:val="22"/>
                <w:szCs w:val="22"/>
                <w:lang w:val="fr-FR"/>
              </w:rPr>
            </w:pPr>
            <w:proofErr w:type="spellStart"/>
            <w:r w:rsidRPr="00FD5835">
              <w:rPr>
                <w:b/>
                <w:sz w:val="22"/>
                <w:szCs w:val="22"/>
                <w:lang w:val="fr-FR"/>
              </w:rPr>
              <w:t>Summative</w:t>
            </w:r>
            <w:proofErr w:type="spellEnd"/>
            <w:r w:rsidRPr="00FD5835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="006A68DB" w:rsidRPr="00FD5835">
              <w:rPr>
                <w:b/>
                <w:sz w:val="22"/>
                <w:szCs w:val="22"/>
                <w:lang w:val="fr-FR"/>
              </w:rPr>
              <w:t>Presentational</w:t>
            </w:r>
            <w:proofErr w:type="spellEnd"/>
            <w:r w:rsidR="006A68DB" w:rsidRPr="00FD5835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14:paraId="31F15C40" w14:textId="77777777" w:rsidR="00ED182B" w:rsidRPr="00FD5835" w:rsidRDefault="00ED182B" w:rsidP="00ED182B">
            <w:pPr>
              <w:jc w:val="both"/>
              <w:rPr>
                <w:sz w:val="22"/>
                <w:szCs w:val="22"/>
                <w:lang w:val="fr-FR"/>
              </w:rPr>
            </w:pPr>
          </w:p>
          <w:p w14:paraId="694C6D31" w14:textId="12EB1C88" w:rsidR="00CC68D4" w:rsidRPr="00FD5835" w:rsidRDefault="00CC68D4" w:rsidP="00CC68D4">
            <w:pPr>
              <w:jc w:val="both"/>
              <w:rPr>
                <w:lang w:val="fr-FR"/>
              </w:rPr>
            </w:pPr>
            <w:r w:rsidRPr="00FD5835">
              <w:rPr>
                <w:bCs/>
                <w:lang w:val="fr-FR"/>
              </w:rPr>
              <w:t>Quelle est l’attitude des gens dans votre communauté envers la technol</w:t>
            </w:r>
            <w:r w:rsidR="00156574" w:rsidRPr="00FD5835">
              <w:rPr>
                <w:bCs/>
                <w:lang w:val="fr-FR"/>
              </w:rPr>
              <w:t>o</w:t>
            </w:r>
            <w:r w:rsidRPr="00FD5835">
              <w:rPr>
                <w:bCs/>
                <w:lang w:val="fr-FR"/>
              </w:rPr>
              <w:t>gie?</w:t>
            </w:r>
            <w:r w:rsidRPr="00FD5835">
              <w:rPr>
                <w:b/>
                <w:lang w:val="fr-FR"/>
              </w:rPr>
              <w:t xml:space="preserve"> </w:t>
            </w:r>
            <w:r w:rsidRPr="00FD5835">
              <w:rPr>
                <w:lang w:val="fr-FR"/>
              </w:rPr>
              <w:t xml:space="preserve">Comparez vos observations d’une communauté où vous avez vécu avec vos observations d’une région du monde francophone que vous connaissez. Dans votre exposé, vous pouvez faire référence à ce que vous avez étudié, vécu, observé, etc.  </w:t>
            </w:r>
          </w:p>
          <w:p w14:paraId="2A5D70A2" w14:textId="5BE58A01" w:rsidR="006A68DB" w:rsidRPr="00FD5835" w:rsidRDefault="006A68DB" w:rsidP="00CC68D4">
            <w:pPr>
              <w:jc w:val="both"/>
              <w:rPr>
                <w:sz w:val="22"/>
                <w:lang w:val="fr-FR"/>
              </w:rPr>
            </w:pPr>
          </w:p>
        </w:tc>
      </w:tr>
    </w:tbl>
    <w:p w14:paraId="3B84CFCF" w14:textId="77777777" w:rsidR="00AB1629" w:rsidRPr="00FD5835" w:rsidRDefault="00AB1629" w:rsidP="00AB1629">
      <w:pPr>
        <w:rPr>
          <w:b/>
          <w:sz w:val="22"/>
          <w:lang w:val="fr-FR"/>
        </w:rPr>
      </w:pPr>
    </w:p>
    <w:p w14:paraId="2F5B48AD" w14:textId="77777777" w:rsidR="00525CB2" w:rsidRPr="00FD5835" w:rsidRDefault="00525CB2" w:rsidP="00AB1629">
      <w:pPr>
        <w:rPr>
          <w:b/>
          <w:sz w:val="22"/>
          <w:lang w:val="fr-FR"/>
        </w:rPr>
      </w:pPr>
    </w:p>
    <w:p w14:paraId="7125091E" w14:textId="1EA96465" w:rsidR="00AB1629" w:rsidRPr="00FD5835" w:rsidRDefault="00AB1629" w:rsidP="00AB1629">
      <w:pPr>
        <w:jc w:val="center"/>
        <w:rPr>
          <w:sz w:val="22"/>
          <w:u w:val="single"/>
          <w:lang w:val="fr-FR"/>
        </w:rPr>
      </w:pPr>
      <w:r w:rsidRPr="00FD5835">
        <w:rPr>
          <w:sz w:val="22"/>
          <w:u w:val="single"/>
          <w:lang w:val="fr-FR"/>
        </w:rPr>
        <w:t>Vocabulaire associé à la technologie</w:t>
      </w:r>
    </w:p>
    <w:p w14:paraId="53ADA675" w14:textId="77777777" w:rsidR="00AB1629" w:rsidRPr="00FD5835" w:rsidRDefault="00AB1629" w:rsidP="00AB1629">
      <w:pPr>
        <w:rPr>
          <w:sz w:val="22"/>
          <w:lang w:val="fr-FR"/>
        </w:rPr>
      </w:pPr>
    </w:p>
    <w:p w14:paraId="5531AED5" w14:textId="77777777" w:rsidR="00A17A42" w:rsidRPr="00FD5835" w:rsidRDefault="00A17A42" w:rsidP="00AB1629">
      <w:pPr>
        <w:rPr>
          <w:i/>
          <w:sz w:val="22"/>
          <w:lang w:val="fr-FR"/>
        </w:rPr>
        <w:sectPr w:rsidR="00A17A42" w:rsidRPr="00FD5835" w:rsidSect="00CE110A">
          <w:pgSz w:w="12240" w:h="15840"/>
          <w:pgMar w:top="360" w:right="1800" w:bottom="540" w:left="1080" w:header="720" w:footer="720" w:gutter="0"/>
          <w:cols w:space="720"/>
        </w:sectPr>
      </w:pPr>
    </w:p>
    <w:p w14:paraId="663070EB" w14:textId="191D3DB2" w:rsidR="00525CB2" w:rsidRPr="00FD5835" w:rsidRDefault="00525CB2" w:rsidP="00A17A42">
      <w:pPr>
        <w:rPr>
          <w:i/>
          <w:sz w:val="22"/>
          <w:u w:val="single"/>
          <w:lang w:val="fr-FR"/>
        </w:rPr>
      </w:pPr>
      <w:r w:rsidRPr="00FD5835">
        <w:rPr>
          <w:i/>
          <w:sz w:val="22"/>
          <w:u w:val="single"/>
          <w:lang w:val="fr-FR"/>
        </w:rPr>
        <w:t>Les parties de l’ordinateur</w:t>
      </w:r>
    </w:p>
    <w:p w14:paraId="19E05D23" w14:textId="77777777" w:rsidR="00A17A42" w:rsidRPr="00FD5835" w:rsidRDefault="00A17A42" w:rsidP="00AB1629">
      <w:pPr>
        <w:rPr>
          <w:i/>
          <w:sz w:val="22"/>
          <w:lang w:val="fr-FR"/>
        </w:rPr>
      </w:pPr>
    </w:p>
    <w:p w14:paraId="247DD72D" w14:textId="53F63629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L’écran</w:t>
      </w:r>
    </w:p>
    <w:p w14:paraId="27889FCF" w14:textId="62D50892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L’imprimante</w:t>
      </w:r>
    </w:p>
    <w:p w14:paraId="21B6C02D" w14:textId="79D03834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L’unité centrale</w:t>
      </w:r>
    </w:p>
    <w:p w14:paraId="44091049" w14:textId="25A8C757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La souris</w:t>
      </w:r>
    </w:p>
    <w:p w14:paraId="56F41BF0" w14:textId="181449D7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La touche</w:t>
      </w:r>
    </w:p>
    <w:p w14:paraId="242AC6AB" w14:textId="45238B50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clavier</w:t>
      </w:r>
    </w:p>
    <w:p w14:paraId="7FA44FC1" w14:textId="53B0B068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clic droit/gauche</w:t>
      </w:r>
    </w:p>
    <w:p w14:paraId="3C6C6218" w14:textId="4DA7BDC3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disque dur</w:t>
      </w:r>
    </w:p>
    <w:p w14:paraId="4F61D2DE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76E36F9A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0E3D68CD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64EA2BB4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069B912E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3727B11D" w14:textId="0FB57A77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dossier</w:t>
      </w:r>
    </w:p>
    <w:p w14:paraId="28A65271" w14:textId="353C78B9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lecteur de CDROM</w:t>
      </w:r>
    </w:p>
    <w:p w14:paraId="6BF019CF" w14:textId="11BCC9D2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moniteur</w:t>
      </w:r>
    </w:p>
    <w:p w14:paraId="12973C75" w14:textId="06E53848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Le son</w:t>
      </w:r>
    </w:p>
    <w:p w14:paraId="22ACCFDD" w14:textId="000DEAD0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Un câble</w:t>
      </w:r>
    </w:p>
    <w:p w14:paraId="30F5E456" w14:textId="142B67F8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Un logiciel</w:t>
      </w:r>
    </w:p>
    <w:p w14:paraId="6040627E" w14:textId="378CC910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Un port USB</w:t>
      </w:r>
    </w:p>
    <w:p w14:paraId="2F0A336B" w14:textId="3761C6CC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Un webcaméra</w:t>
      </w:r>
    </w:p>
    <w:p w14:paraId="3D14559A" w14:textId="2CA14B7B" w:rsidR="00FF00F3" w:rsidRPr="00FD5835" w:rsidRDefault="00FF00F3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Une clé USB</w:t>
      </w:r>
    </w:p>
    <w:p w14:paraId="062AA132" w14:textId="77777777" w:rsidR="00A17A42" w:rsidRPr="00FD5835" w:rsidRDefault="00A17A42" w:rsidP="00AB1629">
      <w:pPr>
        <w:rPr>
          <w:sz w:val="16"/>
          <w:szCs w:val="16"/>
          <w:lang w:val="fr-FR"/>
        </w:rPr>
        <w:sectPr w:rsidR="00A17A42" w:rsidRPr="00FD5835" w:rsidSect="00A17A42">
          <w:type w:val="continuous"/>
          <w:pgSz w:w="12240" w:h="15840"/>
          <w:pgMar w:top="360" w:right="1800" w:bottom="540" w:left="1080" w:header="720" w:footer="720" w:gutter="0"/>
          <w:cols w:num="2" w:space="720"/>
        </w:sectPr>
      </w:pPr>
    </w:p>
    <w:p w14:paraId="6B68D25E" w14:textId="7586D2F6" w:rsidR="00525CB2" w:rsidRPr="00FD5835" w:rsidRDefault="00A17A42" w:rsidP="00AB1629">
      <w:pPr>
        <w:rPr>
          <w:i/>
          <w:sz w:val="22"/>
          <w:szCs w:val="22"/>
          <w:u w:val="single"/>
          <w:lang w:val="fr-FR"/>
        </w:rPr>
      </w:pPr>
      <w:r w:rsidRPr="00FD5835">
        <w:rPr>
          <w:i/>
          <w:sz w:val="22"/>
          <w:szCs w:val="22"/>
          <w:u w:val="single"/>
          <w:lang w:val="fr-FR"/>
        </w:rPr>
        <w:t>Comment faire marcher un ordinateur</w:t>
      </w:r>
    </w:p>
    <w:p w14:paraId="505829F7" w14:textId="77777777" w:rsidR="00A17A42" w:rsidRPr="00FD5835" w:rsidRDefault="00A17A42" w:rsidP="00AB1629">
      <w:pPr>
        <w:rPr>
          <w:i/>
          <w:sz w:val="22"/>
          <w:szCs w:val="22"/>
          <w:u w:val="single"/>
          <w:lang w:val="fr-FR"/>
        </w:rPr>
      </w:pPr>
    </w:p>
    <w:p w14:paraId="7DA3562E" w14:textId="77777777" w:rsidR="00956FFE" w:rsidRPr="00FD5835" w:rsidRDefault="00956FFE" w:rsidP="00AB1629">
      <w:pPr>
        <w:rPr>
          <w:sz w:val="16"/>
          <w:szCs w:val="16"/>
          <w:lang w:val="fr-FR"/>
        </w:rPr>
        <w:sectPr w:rsidR="00956FFE" w:rsidRPr="00FD5835" w:rsidSect="00A17A42">
          <w:type w:val="continuous"/>
          <w:pgSz w:w="12240" w:h="15840"/>
          <w:pgMar w:top="360" w:right="1800" w:bottom="540" w:left="1080" w:header="720" w:footer="720" w:gutter="0"/>
          <w:cols w:space="720"/>
        </w:sectPr>
      </w:pPr>
    </w:p>
    <w:p w14:paraId="614ED9A5" w14:textId="512E709F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Allumer l’ordinateur</w:t>
      </w:r>
    </w:p>
    <w:p w14:paraId="41763C12" w14:textId="010C997B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Taper son identifiant</w:t>
      </w:r>
    </w:p>
    <w:p w14:paraId="5B68AA92" w14:textId="7977ACF1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Rentrer son mot de passe</w:t>
      </w:r>
    </w:p>
    <w:p w14:paraId="7F329315" w14:textId="0C5DCEDD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Lancer un programme</w:t>
      </w:r>
    </w:p>
    <w:p w14:paraId="05D5B135" w14:textId="7C2DFCC7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Glisser une icône</w:t>
      </w:r>
    </w:p>
    <w:p w14:paraId="0B474912" w14:textId="7F21EF39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Sauvegarder un fichier</w:t>
      </w:r>
    </w:p>
    <w:p w14:paraId="53E35B23" w14:textId="51AD40AA" w:rsidR="00A17A42" w:rsidRPr="00FD5835" w:rsidRDefault="00A17A42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Imprimer un document</w:t>
      </w:r>
    </w:p>
    <w:p w14:paraId="40782D56" w14:textId="0A721334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Effacer</w:t>
      </w:r>
    </w:p>
    <w:p w14:paraId="175298C9" w14:textId="7D43D166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Se connecter à l’Internet</w:t>
      </w:r>
    </w:p>
    <w:p w14:paraId="2DC53270" w14:textId="6A808FEC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Cliquer un lien</w:t>
      </w:r>
    </w:p>
    <w:p w14:paraId="611E3D01" w14:textId="5DAA71A5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Envoyer un courriel</w:t>
      </w:r>
    </w:p>
    <w:p w14:paraId="6ED6A9D8" w14:textId="29B7DF4E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Ouvrir un moteur de recherche</w:t>
      </w:r>
    </w:p>
    <w:p w14:paraId="0DFE6D8F" w14:textId="04E5200E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Minimiser une fenêtre</w:t>
      </w:r>
    </w:p>
    <w:p w14:paraId="650B59D4" w14:textId="5F234A05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Maximiser une fenêtre</w:t>
      </w:r>
    </w:p>
    <w:p w14:paraId="67DB8E29" w14:textId="44E9EB91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Effectuer une recherche</w:t>
      </w:r>
    </w:p>
    <w:p w14:paraId="5CFEFE14" w14:textId="20CBACCF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Se déconnecter</w:t>
      </w:r>
    </w:p>
    <w:p w14:paraId="40B14AB4" w14:textId="7B4BA8B0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Eteindre l’ordinateur</w:t>
      </w:r>
    </w:p>
    <w:p w14:paraId="20935A6E" w14:textId="0ABB5EBF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Télécharger</w:t>
      </w:r>
    </w:p>
    <w:p w14:paraId="02EC3B7C" w14:textId="5836558B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Copier</w:t>
      </w:r>
    </w:p>
    <w:p w14:paraId="74E91D14" w14:textId="6D433AC8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Coller</w:t>
      </w:r>
    </w:p>
    <w:p w14:paraId="6E86D7ED" w14:textId="1FC1C738" w:rsidR="00956FFE" w:rsidRPr="00FD5835" w:rsidRDefault="00956FFE" w:rsidP="00AB1629">
      <w:pPr>
        <w:rPr>
          <w:sz w:val="16"/>
          <w:szCs w:val="16"/>
          <w:lang w:val="fr-FR"/>
        </w:rPr>
      </w:pPr>
      <w:r w:rsidRPr="00FD5835">
        <w:rPr>
          <w:sz w:val="16"/>
          <w:szCs w:val="16"/>
          <w:lang w:val="fr-FR"/>
        </w:rPr>
        <w:t>Joindre un fichier</w:t>
      </w:r>
    </w:p>
    <w:p w14:paraId="7064E15F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49DEC9B0" w14:textId="77777777" w:rsidR="00956FFE" w:rsidRPr="00FD5835" w:rsidRDefault="00956FFE" w:rsidP="00AB1629">
      <w:pPr>
        <w:rPr>
          <w:sz w:val="16"/>
          <w:szCs w:val="16"/>
          <w:lang w:val="fr-FR"/>
        </w:rPr>
        <w:sectPr w:rsidR="00956FFE" w:rsidRPr="00FD5835" w:rsidSect="00956FFE">
          <w:type w:val="continuous"/>
          <w:pgSz w:w="12240" w:h="15840"/>
          <w:pgMar w:top="360" w:right="1800" w:bottom="540" w:left="1080" w:header="720" w:footer="720" w:gutter="0"/>
          <w:cols w:num="2" w:space="720"/>
        </w:sectPr>
      </w:pPr>
    </w:p>
    <w:p w14:paraId="6926E2C9" w14:textId="7E2E1B6B" w:rsidR="00A17A42" w:rsidRPr="00FD5835" w:rsidRDefault="00A17A42" w:rsidP="00AB1629">
      <w:pPr>
        <w:rPr>
          <w:sz w:val="16"/>
          <w:szCs w:val="16"/>
          <w:lang w:val="fr-FR"/>
        </w:rPr>
      </w:pPr>
    </w:p>
    <w:p w14:paraId="13D71ACE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3E2C05E3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39EAA005" w14:textId="77777777" w:rsidR="00A17A42" w:rsidRPr="00FD5835" w:rsidRDefault="00A17A42" w:rsidP="00AB1629">
      <w:pPr>
        <w:rPr>
          <w:sz w:val="16"/>
          <w:szCs w:val="16"/>
          <w:lang w:val="fr-FR"/>
        </w:rPr>
      </w:pPr>
    </w:p>
    <w:p w14:paraId="7909AF63" w14:textId="77777777" w:rsidR="00A17A42" w:rsidRPr="00FD5835" w:rsidRDefault="00A17A42" w:rsidP="00AB1629">
      <w:pPr>
        <w:rPr>
          <w:sz w:val="16"/>
          <w:szCs w:val="16"/>
          <w:lang w:val="fr-FR"/>
        </w:rPr>
        <w:sectPr w:rsidR="00A17A42" w:rsidRPr="00FD5835" w:rsidSect="00A17A42">
          <w:type w:val="continuous"/>
          <w:pgSz w:w="12240" w:h="15840"/>
          <w:pgMar w:top="360" w:right="1800" w:bottom="540" w:left="1080" w:header="720" w:footer="720" w:gutter="0"/>
          <w:cols w:space="720"/>
        </w:sectPr>
      </w:pPr>
    </w:p>
    <w:tbl>
      <w:tblPr>
        <w:tblW w:w="149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9"/>
        <w:gridCol w:w="3717"/>
        <w:gridCol w:w="3717"/>
        <w:gridCol w:w="3717"/>
      </w:tblGrid>
      <w:tr w:rsidR="003177E6" w:rsidRPr="00FD5835" w14:paraId="50CDACE0" w14:textId="77777777" w:rsidTr="0095413F">
        <w:tc>
          <w:tcPr>
            <w:tcW w:w="14940" w:type="dxa"/>
            <w:gridSpan w:val="4"/>
            <w:shd w:val="pct25" w:color="auto" w:fill="auto"/>
          </w:tcPr>
          <w:p w14:paraId="5A498059" w14:textId="77777777" w:rsidR="003177E6" w:rsidRPr="00FD5835" w:rsidRDefault="001F3721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>Vocabulaire supplémentaire</w:t>
            </w:r>
          </w:p>
        </w:tc>
      </w:tr>
      <w:tr w:rsidR="003177E6" w:rsidRPr="00FD5835" w14:paraId="1FC6279F" w14:textId="77777777" w:rsidTr="0095413F">
        <w:trPr>
          <w:trHeight w:val="1700"/>
        </w:trPr>
        <w:tc>
          <w:tcPr>
            <w:tcW w:w="3789" w:type="dxa"/>
            <w:shd w:val="clear" w:color="auto" w:fill="auto"/>
          </w:tcPr>
          <w:p w14:paraId="7D6DDF58" w14:textId="22198195" w:rsidR="003177E6" w:rsidRPr="00FD5835" w:rsidRDefault="00D82BEE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Les parties de l’ordinateur</w:t>
            </w:r>
          </w:p>
        </w:tc>
        <w:tc>
          <w:tcPr>
            <w:tcW w:w="3717" w:type="dxa"/>
            <w:shd w:val="clear" w:color="auto" w:fill="auto"/>
          </w:tcPr>
          <w:p w14:paraId="7B1E283A" w14:textId="007D7273" w:rsidR="003177E6" w:rsidRPr="00FD5835" w:rsidRDefault="00D82BEE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L’Internet</w:t>
            </w:r>
          </w:p>
        </w:tc>
        <w:tc>
          <w:tcPr>
            <w:tcW w:w="3717" w:type="dxa"/>
            <w:shd w:val="clear" w:color="auto" w:fill="auto"/>
          </w:tcPr>
          <w:p w14:paraId="4EFA439D" w14:textId="2FCDC39B" w:rsidR="003177E6" w:rsidRPr="00FD5835" w:rsidRDefault="00D82BEE" w:rsidP="00CE25E4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Les réseaux sociaux</w:t>
            </w:r>
          </w:p>
        </w:tc>
        <w:tc>
          <w:tcPr>
            <w:tcW w:w="3717" w:type="dxa"/>
            <w:shd w:val="clear" w:color="auto" w:fill="auto"/>
          </w:tcPr>
          <w:p w14:paraId="7200B254" w14:textId="43523594" w:rsidR="003177E6" w:rsidRPr="00FD5835" w:rsidRDefault="00D82BEE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Gadgets électroniques</w:t>
            </w:r>
          </w:p>
        </w:tc>
      </w:tr>
      <w:tr w:rsidR="00D82BEE" w:rsidRPr="00FD5835" w14:paraId="5BBF584D" w14:textId="77777777" w:rsidTr="00A17A42">
        <w:trPr>
          <w:trHeight w:val="1700"/>
        </w:trPr>
        <w:tc>
          <w:tcPr>
            <w:tcW w:w="3789" w:type="dxa"/>
            <w:shd w:val="clear" w:color="auto" w:fill="auto"/>
          </w:tcPr>
          <w:p w14:paraId="0FEAAFD8" w14:textId="777FEABF" w:rsidR="00D82BEE" w:rsidRPr="00FD5835" w:rsidRDefault="00D82BEE" w:rsidP="00CE25E4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Verbes associés</w:t>
            </w:r>
          </w:p>
        </w:tc>
        <w:tc>
          <w:tcPr>
            <w:tcW w:w="11151" w:type="dxa"/>
            <w:gridSpan w:val="3"/>
            <w:shd w:val="clear" w:color="auto" w:fill="auto"/>
          </w:tcPr>
          <w:p w14:paraId="7E674B43" w14:textId="3189188C" w:rsidR="00D82BEE" w:rsidRPr="00FD5835" w:rsidRDefault="00D82BEE" w:rsidP="0095413F">
            <w:pPr>
              <w:jc w:val="center"/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Autres mots/expressions utiles</w:t>
            </w:r>
          </w:p>
        </w:tc>
      </w:tr>
    </w:tbl>
    <w:p w14:paraId="56AB71B1" w14:textId="77777777" w:rsidR="0095413F" w:rsidRPr="00FD5835" w:rsidRDefault="0095413F" w:rsidP="0095413F">
      <w:pPr>
        <w:rPr>
          <w:vanish/>
          <w:lang w:val="fr-FR"/>
        </w:rPr>
      </w:pPr>
    </w:p>
    <w:tbl>
      <w:tblPr>
        <w:tblpPr w:leftFromText="180" w:rightFromText="180" w:vertAnchor="text" w:horzAnchor="page" w:tblpX="577" w:tblpY="268"/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958"/>
      </w:tblGrid>
      <w:tr w:rsidR="00AF028E" w:rsidRPr="00FD5835" w14:paraId="3DA8FB43" w14:textId="77777777" w:rsidTr="0095413F">
        <w:trPr>
          <w:trHeight w:val="257"/>
        </w:trPr>
        <w:tc>
          <w:tcPr>
            <w:tcW w:w="14958" w:type="dxa"/>
            <w:shd w:val="clear" w:color="auto" w:fill="BFBFBF"/>
          </w:tcPr>
          <w:p w14:paraId="0A35667A" w14:textId="77777777" w:rsidR="00AF028E" w:rsidRPr="00FD5835" w:rsidRDefault="00F43BB4" w:rsidP="0095413F">
            <w:pPr>
              <w:jc w:val="center"/>
              <w:rPr>
                <w:b/>
                <w:sz w:val="22"/>
                <w:lang w:val="fr-FR"/>
              </w:rPr>
            </w:pPr>
            <w:r w:rsidRPr="00FD5835">
              <w:rPr>
                <w:b/>
                <w:sz w:val="22"/>
                <w:lang w:val="fr-FR"/>
              </w:rPr>
              <w:t>I</w:t>
            </w:r>
            <w:r w:rsidR="00CE25E4" w:rsidRPr="00FD5835">
              <w:rPr>
                <w:b/>
                <w:sz w:val="22"/>
                <w:lang w:val="fr-FR"/>
              </w:rPr>
              <w:t>nformation culturelle</w:t>
            </w:r>
            <w:r w:rsidR="00AF028E" w:rsidRPr="00FD5835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0B4E36" w:rsidRPr="00FD5835" w14:paraId="54892F02" w14:textId="77777777" w:rsidTr="0095413F">
        <w:trPr>
          <w:trHeight w:val="1032"/>
        </w:trPr>
        <w:tc>
          <w:tcPr>
            <w:tcW w:w="14958" w:type="dxa"/>
            <w:shd w:val="clear" w:color="auto" w:fill="auto"/>
          </w:tcPr>
          <w:p w14:paraId="45A09B42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3D710540" w14:textId="45AE47AA" w:rsidR="00DD5E5B" w:rsidRPr="00FD5835" w:rsidRDefault="00D82BEE" w:rsidP="0095413F">
            <w:pPr>
              <w:rPr>
                <w:sz w:val="22"/>
                <w:lang w:val="fr-FR"/>
              </w:rPr>
            </w:pPr>
            <w:r w:rsidRPr="00FD5835">
              <w:rPr>
                <w:sz w:val="22"/>
                <w:lang w:val="fr-FR"/>
              </w:rPr>
              <w:t>L’Afrique francophone</w:t>
            </w:r>
          </w:p>
          <w:p w14:paraId="33E32CA9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2D352304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6A8D1F33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42F2E40F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7B23E8F0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2BAC490F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0B7B8052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1BF6824A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5AF102B5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6B01D1F0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078F4D04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1F8A3F90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15B53821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64370208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2D55E804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53B2A5A3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0789434C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37E76F5C" w14:textId="77777777" w:rsidR="00DD5E5B" w:rsidRPr="00FD5835" w:rsidRDefault="00DD5E5B" w:rsidP="0095413F">
            <w:pPr>
              <w:rPr>
                <w:b/>
                <w:sz w:val="22"/>
                <w:lang w:val="fr-FR"/>
              </w:rPr>
            </w:pPr>
          </w:p>
          <w:p w14:paraId="44A7F177" w14:textId="77777777" w:rsidR="00DE782A" w:rsidRPr="00FD5835" w:rsidRDefault="00DE782A" w:rsidP="0095413F">
            <w:pPr>
              <w:rPr>
                <w:b/>
                <w:sz w:val="22"/>
                <w:lang w:val="fr-FR"/>
              </w:rPr>
            </w:pPr>
          </w:p>
          <w:p w14:paraId="79E74249" w14:textId="77777777" w:rsidR="00DE782A" w:rsidRPr="00FD5835" w:rsidRDefault="00DE782A" w:rsidP="0095413F">
            <w:pPr>
              <w:rPr>
                <w:b/>
                <w:sz w:val="22"/>
                <w:lang w:val="fr-FR"/>
              </w:rPr>
            </w:pPr>
          </w:p>
          <w:p w14:paraId="37E6E57A" w14:textId="77777777" w:rsidR="00DE782A" w:rsidRPr="00FD5835" w:rsidRDefault="00DE782A" w:rsidP="0095413F">
            <w:pPr>
              <w:rPr>
                <w:b/>
                <w:sz w:val="22"/>
                <w:lang w:val="fr-FR"/>
              </w:rPr>
            </w:pPr>
          </w:p>
          <w:p w14:paraId="2FFE5602" w14:textId="77777777" w:rsidR="00DE782A" w:rsidRPr="00FD5835" w:rsidRDefault="00DE782A" w:rsidP="0095413F">
            <w:pPr>
              <w:rPr>
                <w:b/>
                <w:sz w:val="22"/>
                <w:lang w:val="fr-FR"/>
              </w:rPr>
            </w:pPr>
          </w:p>
          <w:p w14:paraId="5C985C5C" w14:textId="028F3239" w:rsidR="00054B79" w:rsidRPr="00FD5835" w:rsidRDefault="00D82BEE" w:rsidP="00D82BEE">
            <w:pPr>
              <w:rPr>
                <w:rFonts w:ascii="Helvetica" w:hAnsi="Helvetica" w:cs="Helvetica"/>
                <w:b/>
                <w:bCs/>
                <w:lang w:val="fr-FR"/>
              </w:rPr>
            </w:pPr>
            <w:r w:rsidRPr="00FD5835">
              <w:rPr>
                <w:rFonts w:ascii="Helvetica" w:hAnsi="Helvetica" w:cs="Helvetica"/>
                <w:b/>
                <w:bCs/>
                <w:lang w:val="fr-FR"/>
              </w:rPr>
              <w:t xml:space="preserve"> </w:t>
            </w:r>
          </w:p>
          <w:p w14:paraId="144FCD71" w14:textId="77777777" w:rsidR="00DD5E5B" w:rsidRPr="00FD5835" w:rsidRDefault="00DD5E5B" w:rsidP="00D82BEE">
            <w:pPr>
              <w:rPr>
                <w:b/>
                <w:sz w:val="22"/>
                <w:lang w:val="fr-FR"/>
              </w:rPr>
            </w:pPr>
          </w:p>
        </w:tc>
      </w:tr>
    </w:tbl>
    <w:p w14:paraId="2DDD3A17" w14:textId="77777777" w:rsidR="00F726F7" w:rsidRPr="00FD5835" w:rsidRDefault="00F726F7" w:rsidP="00777C43">
      <w:pPr>
        <w:rPr>
          <w:sz w:val="10"/>
          <w:lang w:val="fr-FR"/>
        </w:rPr>
      </w:pPr>
    </w:p>
    <w:sectPr w:rsidR="00F726F7" w:rsidRPr="00FD5835" w:rsidSect="00777C43">
      <w:pgSz w:w="15840" w:h="12240" w:orient="landscape"/>
      <w:pgMar w:top="360" w:right="547" w:bottom="360" w:left="6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842"/>
    <w:multiLevelType w:val="hybridMultilevel"/>
    <w:tmpl w:val="391C6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C47BD"/>
    <w:multiLevelType w:val="hybridMultilevel"/>
    <w:tmpl w:val="AF282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41B58"/>
    <w:multiLevelType w:val="hybridMultilevel"/>
    <w:tmpl w:val="8AB02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F21B4"/>
    <w:multiLevelType w:val="hybridMultilevel"/>
    <w:tmpl w:val="6BBA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911C1"/>
    <w:multiLevelType w:val="hybridMultilevel"/>
    <w:tmpl w:val="975E9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D4E0F"/>
    <w:multiLevelType w:val="hybridMultilevel"/>
    <w:tmpl w:val="AA38C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B75C2"/>
    <w:multiLevelType w:val="hybridMultilevel"/>
    <w:tmpl w:val="EA323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676BD"/>
    <w:multiLevelType w:val="hybridMultilevel"/>
    <w:tmpl w:val="B2DC3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B9"/>
    <w:rsid w:val="00000434"/>
    <w:rsid w:val="00011CCF"/>
    <w:rsid w:val="0003659F"/>
    <w:rsid w:val="000427B9"/>
    <w:rsid w:val="0005149E"/>
    <w:rsid w:val="00054B79"/>
    <w:rsid w:val="000B4E36"/>
    <w:rsid w:val="00156574"/>
    <w:rsid w:val="00195AA2"/>
    <w:rsid w:val="001C79A0"/>
    <w:rsid w:val="001D7786"/>
    <w:rsid w:val="001F3721"/>
    <w:rsid w:val="00256033"/>
    <w:rsid w:val="00271A87"/>
    <w:rsid w:val="00272FB5"/>
    <w:rsid w:val="00303E0C"/>
    <w:rsid w:val="003177E6"/>
    <w:rsid w:val="003E462D"/>
    <w:rsid w:val="003F4AF3"/>
    <w:rsid w:val="004171C0"/>
    <w:rsid w:val="00453DE7"/>
    <w:rsid w:val="004A1046"/>
    <w:rsid w:val="004A5051"/>
    <w:rsid w:val="004B4E5D"/>
    <w:rsid w:val="004E44B4"/>
    <w:rsid w:val="00525CB2"/>
    <w:rsid w:val="005A57C1"/>
    <w:rsid w:val="005B6422"/>
    <w:rsid w:val="005F6074"/>
    <w:rsid w:val="00685B21"/>
    <w:rsid w:val="006A68DB"/>
    <w:rsid w:val="006E7BC7"/>
    <w:rsid w:val="00745CBB"/>
    <w:rsid w:val="00777C43"/>
    <w:rsid w:val="007B7F54"/>
    <w:rsid w:val="007E4DD0"/>
    <w:rsid w:val="0088668D"/>
    <w:rsid w:val="008F1ED9"/>
    <w:rsid w:val="008F54DF"/>
    <w:rsid w:val="0095413F"/>
    <w:rsid w:val="0095682A"/>
    <w:rsid w:val="00956FFE"/>
    <w:rsid w:val="009E143E"/>
    <w:rsid w:val="00A17A42"/>
    <w:rsid w:val="00A667FD"/>
    <w:rsid w:val="00A76068"/>
    <w:rsid w:val="00AB1629"/>
    <w:rsid w:val="00AF028E"/>
    <w:rsid w:val="00AF607E"/>
    <w:rsid w:val="00AF7627"/>
    <w:rsid w:val="00B92CB1"/>
    <w:rsid w:val="00BC7DD9"/>
    <w:rsid w:val="00BD38E5"/>
    <w:rsid w:val="00BE0B4A"/>
    <w:rsid w:val="00C00D69"/>
    <w:rsid w:val="00C0789D"/>
    <w:rsid w:val="00C40677"/>
    <w:rsid w:val="00CC68D4"/>
    <w:rsid w:val="00CE110A"/>
    <w:rsid w:val="00CE25E4"/>
    <w:rsid w:val="00CE4D93"/>
    <w:rsid w:val="00D2415F"/>
    <w:rsid w:val="00D475C9"/>
    <w:rsid w:val="00D82BEE"/>
    <w:rsid w:val="00DD5E5B"/>
    <w:rsid w:val="00DE782A"/>
    <w:rsid w:val="00E65826"/>
    <w:rsid w:val="00ED182B"/>
    <w:rsid w:val="00EE7052"/>
    <w:rsid w:val="00F134E7"/>
    <w:rsid w:val="00F300F8"/>
    <w:rsid w:val="00F371E2"/>
    <w:rsid w:val="00F43BB4"/>
    <w:rsid w:val="00F54FC5"/>
    <w:rsid w:val="00F726F7"/>
    <w:rsid w:val="00FC5B84"/>
    <w:rsid w:val="00FD5835"/>
    <w:rsid w:val="00FF00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22B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8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6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2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8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8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8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8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6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26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8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8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8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rfi.fr/afrique/20110815-revolution-mobile-afrique/" TargetMode="External"/><Relationship Id="rId8" Type="http://schemas.openxmlformats.org/officeDocument/2006/relationships/hyperlink" Target="http://www.dailymotion.com/video/xatodx_telephones-portables-solaires-en-af_news" TargetMode="External"/><Relationship Id="rId9" Type="http://schemas.openxmlformats.org/officeDocument/2006/relationships/hyperlink" Target="http://enseigner.tv5monde.com/niveau/b1-intermediaire?field_theme_tid=1636&amp;field_niveau_tid=All&amp;sort_by=field_date_programmation_valu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2%20-%20Templates:IPA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IPA Format.dot</Template>
  <TotalTime>17</TotalTime>
  <Pages>3</Pages>
  <Words>523</Words>
  <Characters>2984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JBHS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cp:lastModifiedBy>Edouard Smith</cp:lastModifiedBy>
  <cp:revision>5</cp:revision>
  <cp:lastPrinted>2013-03-12T11:45:00Z</cp:lastPrinted>
  <dcterms:created xsi:type="dcterms:W3CDTF">2013-10-17T10:20:00Z</dcterms:created>
  <dcterms:modified xsi:type="dcterms:W3CDTF">2014-03-19T18:42:00Z</dcterms:modified>
</cp:coreProperties>
</file>